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FF" w:rsidRDefault="00DF3AFF" w:rsidP="005E4044">
      <w:pPr>
        <w:rPr>
          <w:szCs w:val="24"/>
        </w:rPr>
      </w:pPr>
      <w:r>
        <w:rPr>
          <w:noProof/>
        </w:rPr>
        <w:drawing>
          <wp:inline distT="0" distB="0" distL="0" distR="0" wp14:anchorId="0AE5010E" wp14:editId="7B76D794">
            <wp:extent cx="4714875" cy="857250"/>
            <wp:effectExtent l="0" t="0" r="9525" b="0"/>
            <wp:docPr id="6" name="Obraz 6" descr="Gmina Boguty-Pian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mina Boguty-Pianki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487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A0B" w:rsidRPr="00CC14D7" w:rsidRDefault="00E9303D" w:rsidP="005E4044">
      <w:pPr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5044440</wp:posOffset>
                </wp:positionH>
                <wp:positionV relativeFrom="paragraph">
                  <wp:posOffset>72390</wp:posOffset>
                </wp:positionV>
                <wp:extent cx="1016635" cy="400050"/>
                <wp:effectExtent l="0" t="0" r="12065" b="19050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663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497E" w:rsidRDefault="0079497E" w:rsidP="00C12A0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963511">
                              <w:rPr>
                                <w:sz w:val="40"/>
                                <w:szCs w:val="40"/>
                              </w:rPr>
                              <w:t>EGZ.</w:t>
                            </w:r>
                            <w:r w:rsidR="00D4558A">
                              <w:rPr>
                                <w:sz w:val="40"/>
                                <w:szCs w:val="40"/>
                              </w:rPr>
                              <w:t>1</w:t>
                            </w:r>
                            <w:bookmarkStart w:id="0" w:name="_GoBack"/>
                            <w:bookmarkEnd w:id="0"/>
                          </w:p>
                          <w:p w:rsidR="009A46F2" w:rsidRDefault="009A46F2" w:rsidP="00C12A0B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</w:p>
                          <w:p w:rsidR="00FC00DE" w:rsidRPr="00963511" w:rsidRDefault="00FC00DE" w:rsidP="00C12A0B">
                            <w:pPr>
                              <w:jc w:val="center"/>
                              <w:rPr>
                                <w:color w:val="FFFFFF"/>
                                <w:sz w:val="40"/>
                                <w:szCs w:val="40"/>
                              </w:rPr>
                            </w:pPr>
                          </w:p>
                          <w:p w:rsidR="0079497E" w:rsidRDefault="0079497E" w:rsidP="00C12A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97.2pt;margin-top:5.7pt;width:80.0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" strokecolor="white">
                <v:textbox>
                  <w:txbxContent>
                    <w:p w:rsidR="0079497E" w:rsidRDefault="0079497E" w:rsidP="00C12A0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  <w:r w:rsidRPr="00963511">
                        <w:rPr>
                          <w:sz w:val="40"/>
                          <w:szCs w:val="40"/>
                        </w:rPr>
                        <w:t>EGZ.</w:t>
                      </w:r>
                      <w:r w:rsidR="00D4558A">
                        <w:rPr>
                          <w:sz w:val="40"/>
                          <w:szCs w:val="40"/>
                        </w:rPr>
                        <w:t>1</w:t>
                      </w:r>
                      <w:bookmarkStart w:id="1" w:name="_GoBack"/>
                      <w:bookmarkEnd w:id="1"/>
                    </w:p>
                    <w:p w:rsidR="009A46F2" w:rsidRDefault="009A46F2" w:rsidP="00C12A0B">
                      <w:pPr>
                        <w:jc w:val="center"/>
                        <w:rPr>
                          <w:sz w:val="40"/>
                          <w:szCs w:val="40"/>
                        </w:rPr>
                      </w:pPr>
                    </w:p>
                    <w:p w:rsidR="00FC00DE" w:rsidRPr="00963511" w:rsidRDefault="00FC00DE" w:rsidP="00C12A0B">
                      <w:pPr>
                        <w:jc w:val="center"/>
                        <w:rPr>
                          <w:color w:val="FFFFFF"/>
                          <w:sz w:val="40"/>
                          <w:szCs w:val="40"/>
                        </w:rPr>
                      </w:pPr>
                    </w:p>
                    <w:p w:rsidR="0079497E" w:rsidRDefault="0079497E" w:rsidP="00C12A0B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72389</wp:posOffset>
                </wp:positionV>
                <wp:extent cx="5829300" cy="0"/>
                <wp:effectExtent l="0" t="0" r="19050" b="19050"/>
                <wp:wrapTopAndBottom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293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5.7pt" to="459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" strokeweight=".26mm">
                <v:stroke joinstyle="miter"/>
                <w10:wrap type="topAndBottom"/>
              </v:line>
            </w:pict>
          </mc:Fallback>
        </mc:AlternateContent>
      </w:r>
    </w:p>
    <w:p w:rsidR="0079497E" w:rsidRPr="00CC14D7" w:rsidRDefault="0079497E" w:rsidP="005E4044">
      <w:pPr>
        <w:rPr>
          <w:b/>
          <w:sz w:val="20"/>
        </w:rPr>
      </w:pPr>
    </w:p>
    <w:p w:rsidR="001A1288" w:rsidRPr="00CC14D7" w:rsidRDefault="001A1288" w:rsidP="005E4044">
      <w:pPr>
        <w:rPr>
          <w:b/>
          <w:sz w:val="20"/>
        </w:rPr>
      </w:pPr>
    </w:p>
    <w:p w:rsidR="001A1288" w:rsidRDefault="00CB3904" w:rsidP="00D619BE">
      <w:pPr>
        <w:ind w:left="2127" w:right="-284" w:hanging="2127"/>
        <w:rPr>
          <w:b/>
          <w:szCs w:val="24"/>
        </w:rPr>
      </w:pPr>
      <w:r w:rsidRPr="002C4D2C">
        <w:rPr>
          <w:b/>
          <w:szCs w:val="24"/>
          <w:u w:val="single"/>
        </w:rPr>
        <w:t>OBIEKT</w:t>
      </w:r>
      <w:r w:rsidR="00C12A0B" w:rsidRPr="002C4D2C">
        <w:rPr>
          <w:b/>
          <w:szCs w:val="24"/>
          <w:u w:val="single"/>
        </w:rPr>
        <w:t>:</w:t>
      </w:r>
      <w:r w:rsidR="00C12A0B" w:rsidRPr="002C4D2C">
        <w:rPr>
          <w:b/>
          <w:szCs w:val="24"/>
        </w:rPr>
        <w:t xml:space="preserve"> </w:t>
      </w:r>
      <w:r w:rsidRPr="002C4D2C">
        <w:rPr>
          <w:b/>
          <w:szCs w:val="24"/>
        </w:rPr>
        <w:t xml:space="preserve"> </w:t>
      </w:r>
      <w:r w:rsidRPr="002C4D2C">
        <w:rPr>
          <w:b/>
          <w:szCs w:val="24"/>
        </w:rPr>
        <w:tab/>
      </w:r>
      <w:r w:rsidR="00DF3AFF">
        <w:rPr>
          <w:b/>
          <w:szCs w:val="24"/>
        </w:rPr>
        <w:t>DROGA GMINNA NR 26201W BOGUTY-PIANKI – DW 694 – TYMIANKI  BUCIE</w:t>
      </w:r>
    </w:p>
    <w:p w:rsidR="00DF3AFF" w:rsidRPr="002C4D2C" w:rsidRDefault="00DF3AFF" w:rsidP="00D619BE">
      <w:pPr>
        <w:ind w:left="2127" w:right="-284" w:hanging="2127"/>
        <w:rPr>
          <w:b/>
          <w:szCs w:val="24"/>
        </w:rPr>
      </w:pPr>
    </w:p>
    <w:p w:rsidR="00CC14D7" w:rsidRPr="00D01B3E" w:rsidRDefault="00266F05" w:rsidP="00CC14D7">
      <w:pPr>
        <w:rPr>
          <w:b/>
          <w:szCs w:val="24"/>
        </w:rPr>
      </w:pPr>
      <w:r w:rsidRPr="002C4D2C">
        <w:rPr>
          <w:b/>
          <w:szCs w:val="24"/>
          <w:u w:val="single"/>
        </w:rPr>
        <w:t>INWESTOR:</w:t>
      </w:r>
      <w:r w:rsidRPr="002C4D2C">
        <w:rPr>
          <w:szCs w:val="24"/>
        </w:rPr>
        <w:tab/>
      </w:r>
      <w:r w:rsidR="00CC14D7">
        <w:rPr>
          <w:szCs w:val="24"/>
        </w:rPr>
        <w:tab/>
      </w:r>
      <w:r w:rsidR="00C83379" w:rsidRPr="00D01B3E">
        <w:rPr>
          <w:b/>
          <w:szCs w:val="24"/>
        </w:rPr>
        <w:t xml:space="preserve">WÓJT GMINY </w:t>
      </w:r>
      <w:r w:rsidR="00CC14D7" w:rsidRPr="00D01B3E">
        <w:rPr>
          <w:b/>
          <w:szCs w:val="24"/>
        </w:rPr>
        <w:t xml:space="preserve"> BOGUTY</w:t>
      </w:r>
      <w:r w:rsidR="00C83379" w:rsidRPr="00D01B3E">
        <w:rPr>
          <w:b/>
          <w:szCs w:val="24"/>
        </w:rPr>
        <w:t xml:space="preserve"> - </w:t>
      </w:r>
      <w:r w:rsidR="00CC14D7" w:rsidRPr="00D01B3E">
        <w:rPr>
          <w:b/>
          <w:szCs w:val="24"/>
        </w:rPr>
        <w:t xml:space="preserve"> PIANKI</w:t>
      </w:r>
    </w:p>
    <w:p w:rsidR="00CC14D7" w:rsidRPr="00D01B3E" w:rsidRDefault="00CC14D7" w:rsidP="00CC14D7">
      <w:pPr>
        <w:rPr>
          <w:b/>
          <w:szCs w:val="24"/>
        </w:rPr>
      </w:pPr>
      <w:r w:rsidRPr="00D01B3E">
        <w:rPr>
          <w:b/>
          <w:szCs w:val="24"/>
        </w:rPr>
        <w:tab/>
      </w:r>
      <w:r w:rsidRPr="00D01B3E">
        <w:rPr>
          <w:b/>
          <w:szCs w:val="24"/>
        </w:rPr>
        <w:tab/>
      </w:r>
      <w:r w:rsidRPr="00D01B3E">
        <w:rPr>
          <w:b/>
          <w:szCs w:val="24"/>
        </w:rPr>
        <w:tab/>
        <w:t xml:space="preserve">AL. </w:t>
      </w:r>
      <w:r w:rsidR="00C83379" w:rsidRPr="00D01B3E">
        <w:rPr>
          <w:b/>
          <w:szCs w:val="24"/>
        </w:rPr>
        <w:t xml:space="preserve">Papieża </w:t>
      </w:r>
      <w:r w:rsidRPr="00D01B3E">
        <w:rPr>
          <w:b/>
          <w:szCs w:val="24"/>
        </w:rPr>
        <w:t>J</w:t>
      </w:r>
      <w:r w:rsidR="00C83379" w:rsidRPr="00D01B3E">
        <w:rPr>
          <w:b/>
          <w:szCs w:val="24"/>
        </w:rPr>
        <w:t xml:space="preserve">ana </w:t>
      </w:r>
      <w:r w:rsidRPr="00D01B3E">
        <w:rPr>
          <w:b/>
          <w:szCs w:val="24"/>
        </w:rPr>
        <w:t>Pawła II 45</w:t>
      </w:r>
    </w:p>
    <w:p w:rsidR="00CC14D7" w:rsidRPr="00D01B3E" w:rsidRDefault="00CC14D7" w:rsidP="00CC14D7">
      <w:pPr>
        <w:rPr>
          <w:b/>
          <w:szCs w:val="24"/>
        </w:rPr>
      </w:pPr>
      <w:r w:rsidRPr="00D01B3E">
        <w:rPr>
          <w:b/>
          <w:szCs w:val="24"/>
        </w:rPr>
        <w:tab/>
      </w:r>
      <w:r w:rsidRPr="00D01B3E">
        <w:rPr>
          <w:b/>
          <w:szCs w:val="24"/>
        </w:rPr>
        <w:tab/>
      </w:r>
      <w:r w:rsidRPr="00D01B3E">
        <w:rPr>
          <w:b/>
          <w:szCs w:val="24"/>
        </w:rPr>
        <w:tab/>
        <w:t>07-325 BOGUTY PIANKI</w:t>
      </w:r>
    </w:p>
    <w:p w:rsidR="002C4D2C" w:rsidRPr="002C4D2C" w:rsidRDefault="002C4D2C" w:rsidP="00CC14D7">
      <w:pPr>
        <w:ind w:left="2127" w:hanging="2127"/>
        <w:jc w:val="both"/>
        <w:rPr>
          <w:b/>
          <w:szCs w:val="24"/>
          <w:u w:val="single"/>
        </w:rPr>
      </w:pPr>
      <w:r w:rsidRPr="002C4D2C">
        <w:rPr>
          <w:b/>
          <w:szCs w:val="24"/>
          <w:u w:val="single"/>
        </w:rPr>
        <w:t xml:space="preserve">TYTUŁ </w:t>
      </w:r>
    </w:p>
    <w:p w:rsidR="002C4D2C" w:rsidRPr="002C4D2C" w:rsidRDefault="002C4D2C" w:rsidP="002C4D2C">
      <w:pPr>
        <w:ind w:left="2127" w:hanging="2127"/>
        <w:jc w:val="both"/>
        <w:rPr>
          <w:b/>
          <w:szCs w:val="24"/>
        </w:rPr>
      </w:pPr>
      <w:r w:rsidRPr="002C4D2C">
        <w:rPr>
          <w:b/>
          <w:szCs w:val="24"/>
          <w:u w:val="single"/>
        </w:rPr>
        <w:t>PROJEKTU:</w:t>
      </w:r>
      <w:r w:rsidRPr="002C4D2C">
        <w:rPr>
          <w:b/>
          <w:szCs w:val="24"/>
        </w:rPr>
        <w:t xml:space="preserve">  </w:t>
      </w:r>
      <w:r w:rsidRPr="002C4D2C">
        <w:rPr>
          <w:b/>
          <w:szCs w:val="24"/>
        </w:rPr>
        <w:tab/>
      </w:r>
      <w:r w:rsidR="00DF3AFF">
        <w:rPr>
          <w:b/>
          <w:szCs w:val="24"/>
        </w:rPr>
        <w:t xml:space="preserve">REMONT </w:t>
      </w:r>
      <w:r w:rsidR="00DF3AFF">
        <w:rPr>
          <w:b/>
          <w:szCs w:val="24"/>
        </w:rPr>
        <w:t>DROG</w:t>
      </w:r>
      <w:r w:rsidR="00DF3AFF">
        <w:rPr>
          <w:b/>
          <w:szCs w:val="24"/>
        </w:rPr>
        <w:t xml:space="preserve">I </w:t>
      </w:r>
      <w:r w:rsidR="00DF3AFF">
        <w:rPr>
          <w:b/>
          <w:szCs w:val="24"/>
        </w:rPr>
        <w:t>GMINN</w:t>
      </w:r>
      <w:r w:rsidR="00DF3AFF">
        <w:rPr>
          <w:b/>
          <w:szCs w:val="24"/>
        </w:rPr>
        <w:t xml:space="preserve">EJ </w:t>
      </w:r>
      <w:r w:rsidR="00DF3AFF">
        <w:rPr>
          <w:b/>
          <w:szCs w:val="24"/>
        </w:rPr>
        <w:t xml:space="preserve"> NR 26201W BOGUTY-PIANKI – DW 694 – TYMIANKI  BUCIE</w:t>
      </w:r>
    </w:p>
    <w:p w:rsidR="00250E8B" w:rsidRPr="002C4D2C" w:rsidRDefault="00250E8B" w:rsidP="00250E8B">
      <w:pPr>
        <w:spacing w:line="240" w:lineRule="auto"/>
        <w:jc w:val="both"/>
        <w:rPr>
          <w:b/>
          <w:szCs w:val="24"/>
          <w:u w:val="single"/>
        </w:rPr>
      </w:pPr>
      <w:r w:rsidRPr="002C4D2C">
        <w:rPr>
          <w:b/>
          <w:szCs w:val="24"/>
          <w:u w:val="single"/>
        </w:rPr>
        <w:t>STADIUM</w:t>
      </w:r>
    </w:p>
    <w:p w:rsidR="00250E8B" w:rsidRPr="002C4D2C" w:rsidRDefault="00250E8B" w:rsidP="00250E8B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 w:rsidRPr="002C4D2C">
        <w:rPr>
          <w:b/>
          <w:szCs w:val="24"/>
          <w:u w:val="single"/>
        </w:rPr>
        <w:t>PROJEKTU:</w:t>
      </w:r>
      <w:r w:rsidRPr="002C4D2C">
        <w:rPr>
          <w:b/>
          <w:szCs w:val="24"/>
        </w:rPr>
        <w:t xml:space="preserve">  </w:t>
      </w:r>
      <w:r w:rsidRPr="002C4D2C">
        <w:rPr>
          <w:b/>
          <w:szCs w:val="24"/>
        </w:rPr>
        <w:tab/>
      </w:r>
      <w:r w:rsidR="002C4D2C">
        <w:rPr>
          <w:b/>
          <w:szCs w:val="24"/>
        </w:rPr>
        <w:tab/>
      </w:r>
      <w:r w:rsidR="007D3876">
        <w:rPr>
          <w:b/>
          <w:szCs w:val="24"/>
        </w:rPr>
        <w:t>MATERIAŁY DO ZGŁOSZENIA ROBÓT BUDOWLANYCH</w:t>
      </w:r>
    </w:p>
    <w:p w:rsidR="00250E8B" w:rsidRPr="002C4D2C" w:rsidRDefault="00250E8B" w:rsidP="00250E8B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</w:p>
    <w:p w:rsidR="0079497E" w:rsidRPr="002C4D2C" w:rsidRDefault="00250E8B" w:rsidP="0079497E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 w:rsidRPr="002C4D2C">
        <w:rPr>
          <w:b/>
          <w:szCs w:val="24"/>
          <w:u w:val="single"/>
        </w:rPr>
        <w:t>BRANŻA:</w:t>
      </w:r>
      <w:r w:rsidRPr="002C4D2C">
        <w:rPr>
          <w:b/>
          <w:szCs w:val="24"/>
        </w:rPr>
        <w:t xml:space="preserve">  </w:t>
      </w:r>
      <w:r w:rsidRPr="002C4D2C">
        <w:rPr>
          <w:b/>
          <w:szCs w:val="24"/>
        </w:rPr>
        <w:tab/>
      </w:r>
      <w:r w:rsidR="002C4D2C">
        <w:rPr>
          <w:b/>
          <w:szCs w:val="24"/>
        </w:rPr>
        <w:tab/>
      </w:r>
      <w:r w:rsidR="002C051F">
        <w:rPr>
          <w:b/>
          <w:szCs w:val="24"/>
        </w:rPr>
        <w:t>DROGOWA</w:t>
      </w:r>
    </w:p>
    <w:p w:rsidR="0079497E" w:rsidRPr="002C4D2C" w:rsidRDefault="0079497E" w:rsidP="0079497E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</w:p>
    <w:p w:rsidR="0079497E" w:rsidRPr="002C4D2C" w:rsidRDefault="0079497E" w:rsidP="00250E8B">
      <w:pPr>
        <w:overflowPunct/>
        <w:spacing w:line="240" w:lineRule="auto"/>
        <w:ind w:left="2126" w:hanging="2127"/>
        <w:textAlignment w:val="auto"/>
        <w:rPr>
          <w:b/>
          <w:szCs w:val="24"/>
          <w:u w:val="single"/>
        </w:rPr>
      </w:pPr>
      <w:r w:rsidRPr="002C4D2C">
        <w:rPr>
          <w:b/>
          <w:szCs w:val="24"/>
          <w:u w:val="single"/>
        </w:rPr>
        <w:t>KATEGORIA</w:t>
      </w:r>
    </w:p>
    <w:p w:rsidR="0079497E" w:rsidRPr="002C4D2C" w:rsidRDefault="0079497E" w:rsidP="00250E8B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 w:rsidRPr="002C4D2C">
        <w:rPr>
          <w:b/>
          <w:szCs w:val="24"/>
          <w:u w:val="single"/>
        </w:rPr>
        <w:t>OBIEKTU:</w:t>
      </w:r>
      <w:r w:rsidRPr="002C4D2C">
        <w:rPr>
          <w:b/>
          <w:szCs w:val="24"/>
        </w:rPr>
        <w:tab/>
      </w:r>
      <w:r w:rsidR="002C4D2C">
        <w:rPr>
          <w:b/>
          <w:szCs w:val="24"/>
        </w:rPr>
        <w:tab/>
      </w:r>
      <w:r w:rsidR="00276E43">
        <w:rPr>
          <w:b/>
          <w:szCs w:val="24"/>
        </w:rPr>
        <w:t>XXV</w:t>
      </w:r>
    </w:p>
    <w:p w:rsidR="004807E5" w:rsidRPr="002C4D2C" w:rsidRDefault="004807E5" w:rsidP="00C64408">
      <w:pPr>
        <w:overflowPunct/>
        <w:spacing w:line="240" w:lineRule="auto"/>
        <w:textAlignment w:val="auto"/>
        <w:rPr>
          <w:b/>
          <w:szCs w:val="24"/>
        </w:rPr>
      </w:pPr>
      <w:r w:rsidRPr="002C4D2C">
        <w:rPr>
          <w:b/>
          <w:szCs w:val="24"/>
        </w:rPr>
        <w:tab/>
      </w:r>
      <w:r w:rsidR="00266F05" w:rsidRPr="002C4D2C">
        <w:rPr>
          <w:b/>
          <w:szCs w:val="24"/>
        </w:rPr>
        <w:tab/>
      </w:r>
    </w:p>
    <w:p w:rsidR="00F3112F" w:rsidRPr="002C4D2C" w:rsidRDefault="002C4D2C" w:rsidP="00F3112F">
      <w:pPr>
        <w:overflowPunct/>
        <w:spacing w:line="240" w:lineRule="auto"/>
        <w:ind w:left="2126" w:hanging="2127"/>
        <w:textAlignment w:val="auto"/>
        <w:rPr>
          <w:b/>
          <w:szCs w:val="24"/>
          <w:u w:val="single"/>
        </w:rPr>
      </w:pPr>
      <w:r>
        <w:rPr>
          <w:b/>
          <w:szCs w:val="24"/>
          <w:u w:val="single"/>
        </w:rPr>
        <w:t>TEREN</w:t>
      </w:r>
    </w:p>
    <w:p w:rsidR="00182DF8" w:rsidRDefault="00F3112F" w:rsidP="00CC14D7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 w:rsidRPr="002C4D2C">
        <w:rPr>
          <w:b/>
          <w:szCs w:val="24"/>
          <w:u w:val="single"/>
        </w:rPr>
        <w:t>INWESTYCJI:</w:t>
      </w:r>
      <w:r w:rsidRPr="002C4D2C">
        <w:rPr>
          <w:b/>
          <w:szCs w:val="24"/>
        </w:rPr>
        <w:t xml:space="preserve">  </w:t>
      </w:r>
      <w:r w:rsidRPr="002C4D2C">
        <w:rPr>
          <w:b/>
          <w:szCs w:val="24"/>
        </w:rPr>
        <w:tab/>
      </w:r>
      <w:r w:rsidR="00CC14D7">
        <w:rPr>
          <w:b/>
          <w:szCs w:val="24"/>
        </w:rPr>
        <w:t>D</w:t>
      </w:r>
      <w:r w:rsidR="00DF3AFF">
        <w:rPr>
          <w:b/>
          <w:szCs w:val="24"/>
        </w:rPr>
        <w:t>ziałka ew</w:t>
      </w:r>
      <w:r w:rsidR="00CC14D7">
        <w:rPr>
          <w:b/>
          <w:szCs w:val="24"/>
        </w:rPr>
        <w:t>.</w:t>
      </w:r>
      <w:r w:rsidR="00DF3AFF">
        <w:rPr>
          <w:b/>
          <w:szCs w:val="24"/>
        </w:rPr>
        <w:t xml:space="preserve"> nr</w:t>
      </w:r>
      <w:r w:rsidR="00CC14D7">
        <w:rPr>
          <w:b/>
          <w:szCs w:val="24"/>
        </w:rPr>
        <w:t xml:space="preserve"> </w:t>
      </w:r>
      <w:r w:rsidR="00DF3AFF">
        <w:rPr>
          <w:b/>
          <w:szCs w:val="24"/>
        </w:rPr>
        <w:t xml:space="preserve">374 </w:t>
      </w:r>
      <w:r w:rsidR="00CC14D7" w:rsidRPr="00CC14D7">
        <w:rPr>
          <w:b/>
          <w:szCs w:val="24"/>
        </w:rPr>
        <w:t xml:space="preserve">obręb Boguty – </w:t>
      </w:r>
      <w:r w:rsidR="00DF3AFF">
        <w:rPr>
          <w:b/>
          <w:szCs w:val="24"/>
        </w:rPr>
        <w:t>Pianki</w:t>
      </w:r>
      <w:r w:rsidR="00CC14D7" w:rsidRPr="00CC14D7">
        <w:rPr>
          <w:b/>
          <w:szCs w:val="24"/>
        </w:rPr>
        <w:t xml:space="preserve"> </w:t>
      </w:r>
    </w:p>
    <w:p w:rsidR="00D01B3E" w:rsidRDefault="00D01B3E" w:rsidP="00D01B3E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 w:rsidRPr="00D01B3E">
        <w:rPr>
          <w:b/>
          <w:szCs w:val="24"/>
        </w:rPr>
        <w:tab/>
      </w:r>
      <w:r>
        <w:rPr>
          <w:b/>
          <w:szCs w:val="24"/>
        </w:rPr>
        <w:t xml:space="preserve">Działka ew. nr </w:t>
      </w:r>
      <w:r>
        <w:rPr>
          <w:b/>
          <w:szCs w:val="24"/>
        </w:rPr>
        <w:t>149</w:t>
      </w:r>
      <w:r>
        <w:rPr>
          <w:b/>
          <w:szCs w:val="24"/>
        </w:rPr>
        <w:t xml:space="preserve"> </w:t>
      </w:r>
      <w:r>
        <w:rPr>
          <w:b/>
          <w:szCs w:val="24"/>
        </w:rPr>
        <w:t>obręb Tymianki - Bucie</w:t>
      </w:r>
    </w:p>
    <w:p w:rsidR="007D3876" w:rsidRPr="002C4D2C" w:rsidRDefault="00D01B3E" w:rsidP="00D01B3E">
      <w:pPr>
        <w:overflowPunct/>
        <w:spacing w:line="240" w:lineRule="auto"/>
        <w:ind w:left="2126" w:hanging="2127"/>
        <w:textAlignment w:val="auto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 xml:space="preserve">Działka ew. nr </w:t>
      </w:r>
      <w:r>
        <w:rPr>
          <w:b/>
          <w:szCs w:val="24"/>
        </w:rPr>
        <w:t>411</w:t>
      </w:r>
      <w:r>
        <w:rPr>
          <w:b/>
          <w:szCs w:val="24"/>
        </w:rPr>
        <w:t xml:space="preserve"> obręb Tymianki - Bucie</w:t>
      </w:r>
    </w:p>
    <w:p w:rsidR="00452864" w:rsidRPr="00374FEC" w:rsidRDefault="00452864" w:rsidP="00374FEC">
      <w:pPr>
        <w:overflowPunct/>
        <w:spacing w:line="240" w:lineRule="auto"/>
        <w:ind w:left="2126" w:hanging="2127"/>
        <w:textAlignment w:val="auto"/>
        <w:rPr>
          <w:b/>
          <w:sz w:val="28"/>
          <w:szCs w:val="28"/>
        </w:rPr>
      </w:pPr>
    </w:p>
    <w:tbl>
      <w:tblPr>
        <w:tblStyle w:val="Tabela-Siatka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2835"/>
        <w:gridCol w:w="1701"/>
        <w:gridCol w:w="3402"/>
      </w:tblGrid>
      <w:tr w:rsidR="002C4D2C" w:rsidRPr="002C4D2C" w:rsidTr="006409F3">
        <w:trPr>
          <w:trHeight w:val="283"/>
        </w:trPr>
        <w:tc>
          <w:tcPr>
            <w:tcW w:w="9356" w:type="dxa"/>
            <w:gridSpan w:val="4"/>
            <w:shd w:val="clear" w:color="auto" w:fill="D9D9D9" w:themeFill="background1" w:themeFillShade="D9"/>
            <w:vAlign w:val="bottom"/>
          </w:tcPr>
          <w:p w:rsidR="002C4D2C" w:rsidRPr="002C4D2C" w:rsidRDefault="002C4D2C" w:rsidP="002C4D2C">
            <w:pPr>
              <w:spacing w:before="120"/>
              <w:jc w:val="center"/>
              <w:rPr>
                <w:b/>
              </w:rPr>
            </w:pPr>
            <w:r w:rsidRPr="002C4D2C">
              <w:rPr>
                <w:b/>
              </w:rPr>
              <w:t>AUTORZY OPRACOWANIA</w:t>
            </w:r>
          </w:p>
        </w:tc>
      </w:tr>
      <w:tr w:rsidR="00276E43" w:rsidRPr="002C4D2C" w:rsidTr="00276E43">
        <w:trPr>
          <w:trHeight w:val="45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76E43" w:rsidRPr="002C4D2C" w:rsidRDefault="00276E43" w:rsidP="002C4D2C">
            <w:pPr>
              <w:spacing w:before="120"/>
              <w:jc w:val="center"/>
              <w:rPr>
                <w:b/>
                <w:szCs w:val="24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276E43" w:rsidRPr="002C4D2C" w:rsidRDefault="00276E43" w:rsidP="002C4D2C">
            <w:pPr>
              <w:spacing w:before="120"/>
              <w:jc w:val="center"/>
              <w:rPr>
                <w:b/>
                <w:szCs w:val="24"/>
              </w:rPr>
            </w:pPr>
            <w:r w:rsidRPr="002C4D2C">
              <w:rPr>
                <w:b/>
                <w:szCs w:val="24"/>
              </w:rPr>
              <w:t>Imię i Nazwisko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276E43" w:rsidRPr="002C4D2C" w:rsidRDefault="00276E43" w:rsidP="002C4D2C">
            <w:pPr>
              <w:spacing w:before="120"/>
              <w:jc w:val="center"/>
              <w:rPr>
                <w:b/>
                <w:szCs w:val="24"/>
              </w:rPr>
            </w:pPr>
            <w:r w:rsidRPr="002C4D2C">
              <w:rPr>
                <w:b/>
                <w:szCs w:val="24"/>
              </w:rPr>
              <w:t>Data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276E43" w:rsidRPr="002C4D2C" w:rsidRDefault="00276E43" w:rsidP="002C4D2C">
            <w:pPr>
              <w:spacing w:before="120"/>
              <w:jc w:val="center"/>
              <w:rPr>
                <w:b/>
                <w:szCs w:val="24"/>
              </w:rPr>
            </w:pPr>
            <w:r w:rsidRPr="002C4D2C">
              <w:rPr>
                <w:b/>
                <w:szCs w:val="24"/>
              </w:rPr>
              <w:t>Podpis</w:t>
            </w:r>
          </w:p>
        </w:tc>
      </w:tr>
      <w:tr w:rsidR="00276E43" w:rsidRPr="002C4D2C" w:rsidTr="00276E43">
        <w:trPr>
          <w:trHeight w:val="2004"/>
        </w:trPr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276E43" w:rsidRPr="00276E43" w:rsidRDefault="00276E43" w:rsidP="002C4D2C">
            <w:pPr>
              <w:spacing w:before="120"/>
              <w:rPr>
                <w:b/>
                <w:szCs w:val="24"/>
              </w:rPr>
            </w:pPr>
            <w:r w:rsidRPr="00276E43">
              <w:rPr>
                <w:b/>
                <w:szCs w:val="24"/>
              </w:rPr>
              <w:t>Opracował</w:t>
            </w:r>
          </w:p>
        </w:tc>
        <w:tc>
          <w:tcPr>
            <w:tcW w:w="2835" w:type="dxa"/>
            <w:vAlign w:val="center"/>
          </w:tcPr>
          <w:p w:rsidR="00276E43" w:rsidRPr="00276E43" w:rsidRDefault="00276E43" w:rsidP="002C4D2C">
            <w:pPr>
              <w:spacing w:before="120"/>
              <w:jc w:val="center"/>
              <w:rPr>
                <w:szCs w:val="24"/>
              </w:rPr>
            </w:pPr>
            <w:r w:rsidRPr="00276E43">
              <w:rPr>
                <w:szCs w:val="24"/>
              </w:rPr>
              <w:t>mgr inż. Paweł Sobieski</w:t>
            </w:r>
          </w:p>
        </w:tc>
        <w:tc>
          <w:tcPr>
            <w:tcW w:w="1701" w:type="dxa"/>
            <w:vAlign w:val="center"/>
          </w:tcPr>
          <w:p w:rsidR="00276E43" w:rsidRPr="00276E43" w:rsidRDefault="00DF3AFF" w:rsidP="00DF3AFF">
            <w:pPr>
              <w:spacing w:before="120"/>
              <w:jc w:val="center"/>
              <w:rPr>
                <w:szCs w:val="24"/>
              </w:rPr>
            </w:pPr>
            <w:r>
              <w:rPr>
                <w:szCs w:val="24"/>
              </w:rPr>
              <w:t>21</w:t>
            </w:r>
            <w:r w:rsidR="00276E43" w:rsidRPr="00276E43">
              <w:rPr>
                <w:szCs w:val="24"/>
              </w:rPr>
              <w:t>.</w:t>
            </w:r>
            <w:r>
              <w:rPr>
                <w:szCs w:val="24"/>
              </w:rPr>
              <w:t>01</w:t>
            </w:r>
            <w:r w:rsidR="00276E43" w:rsidRPr="00276E43">
              <w:rPr>
                <w:szCs w:val="24"/>
              </w:rPr>
              <w:t>.20</w:t>
            </w:r>
            <w:r>
              <w:rPr>
                <w:szCs w:val="24"/>
              </w:rPr>
              <w:t>20</w:t>
            </w:r>
          </w:p>
        </w:tc>
        <w:tc>
          <w:tcPr>
            <w:tcW w:w="3402" w:type="dxa"/>
            <w:vAlign w:val="center"/>
          </w:tcPr>
          <w:p w:rsidR="00276E43" w:rsidRPr="002C4D2C" w:rsidRDefault="00276E43" w:rsidP="002C4D2C">
            <w:pPr>
              <w:spacing w:before="120"/>
              <w:jc w:val="center"/>
              <w:rPr>
                <w:sz w:val="20"/>
              </w:rPr>
            </w:pPr>
          </w:p>
        </w:tc>
      </w:tr>
    </w:tbl>
    <w:p w:rsidR="002C4D2C" w:rsidRDefault="002C4D2C" w:rsidP="00D01B3E">
      <w:pPr>
        <w:rPr>
          <w:b/>
          <w:sz w:val="28"/>
          <w:szCs w:val="28"/>
          <w:u w:val="single"/>
        </w:rPr>
      </w:pPr>
    </w:p>
    <w:p w:rsidR="00127132" w:rsidRPr="0008788B" w:rsidRDefault="00DF3AFF" w:rsidP="0008788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WARSZAWA</w:t>
      </w:r>
      <w:r w:rsidR="00276E43">
        <w:rPr>
          <w:b/>
          <w:sz w:val="28"/>
          <w:szCs w:val="28"/>
          <w:u w:val="single"/>
        </w:rPr>
        <w:t xml:space="preserve"> </w:t>
      </w:r>
      <w:r w:rsidR="005E4044">
        <w:rPr>
          <w:b/>
          <w:sz w:val="28"/>
          <w:szCs w:val="28"/>
          <w:u w:val="single"/>
        </w:rPr>
        <w:t>20</w:t>
      </w:r>
      <w:r>
        <w:rPr>
          <w:b/>
          <w:sz w:val="28"/>
          <w:szCs w:val="28"/>
          <w:u w:val="single"/>
        </w:rPr>
        <w:t>20</w:t>
      </w:r>
      <w:r w:rsidR="00CE2DAD" w:rsidRPr="00CE2DAD">
        <w:rPr>
          <w:b/>
          <w:sz w:val="28"/>
          <w:szCs w:val="28"/>
          <w:u w:val="single"/>
        </w:rPr>
        <w:t>r</w:t>
      </w:r>
      <w:r w:rsidR="0008788B">
        <w:rPr>
          <w:b/>
          <w:sz w:val="28"/>
          <w:szCs w:val="28"/>
          <w:u w:val="single"/>
        </w:rPr>
        <w:t>.</w:t>
      </w:r>
    </w:p>
    <w:sectPr w:rsidR="00127132" w:rsidRPr="0008788B" w:rsidSect="006058F2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276" w:right="850" w:bottom="1276" w:left="1418" w:header="680" w:footer="0" w:gutter="284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25E" w:rsidRDefault="002A225E">
      <w:r>
        <w:separator/>
      </w:r>
    </w:p>
  </w:endnote>
  <w:endnote w:type="continuationSeparator" w:id="0">
    <w:p w:rsidR="002A225E" w:rsidRDefault="002A2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7E" w:rsidRPr="00697581" w:rsidRDefault="0079497E" w:rsidP="00D57FE9">
    <w:pPr>
      <w:pStyle w:val="Stopka"/>
      <w:pBdr>
        <w:top w:val="single" w:sz="4" w:space="0" w:color="auto"/>
      </w:pBdr>
      <w:rPr>
        <w:i/>
        <w:sz w:val="20"/>
      </w:rPr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8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7E" w:rsidRDefault="0079497E">
    <w:pPr>
      <w:pStyle w:val="Stopka"/>
      <w:jc w:val="right"/>
    </w:pPr>
  </w:p>
  <w:p w:rsidR="0079497E" w:rsidRDefault="00E9303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980810" wp14:editId="177A300C">
              <wp:simplePos x="0" y="0"/>
              <wp:positionH relativeFrom="column">
                <wp:posOffset>-292735</wp:posOffset>
              </wp:positionH>
              <wp:positionV relativeFrom="paragraph">
                <wp:posOffset>-286385</wp:posOffset>
              </wp:positionV>
              <wp:extent cx="6073140" cy="6985"/>
              <wp:effectExtent l="0" t="0" r="22860" b="3111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31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23.05pt;margin-top:-22.55pt;width:478.2pt;height:.5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25E" w:rsidRDefault="002A225E">
      <w:r>
        <w:separator/>
      </w:r>
    </w:p>
  </w:footnote>
  <w:footnote w:type="continuationSeparator" w:id="0">
    <w:p w:rsidR="002A225E" w:rsidRDefault="002A22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7E" w:rsidRPr="00D94A33" w:rsidRDefault="00E9303D" w:rsidP="00D94A33">
    <w:pPr>
      <w:overflowPunct/>
      <w:spacing w:line="240" w:lineRule="auto"/>
      <w:jc w:val="center"/>
      <w:textAlignment w:val="auto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2AA0401" wp14:editId="5F686FDB">
              <wp:simplePos x="0" y="0"/>
              <wp:positionH relativeFrom="column">
                <wp:posOffset>-245110</wp:posOffset>
              </wp:positionH>
              <wp:positionV relativeFrom="paragraph">
                <wp:posOffset>327660</wp:posOffset>
              </wp:positionV>
              <wp:extent cx="6073140" cy="6985"/>
              <wp:effectExtent l="0" t="0" r="22860" b="31115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073140" cy="698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9.3pt;margin-top:25.8pt;width:478.2pt;height:.5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"/>
          </w:pict>
        </mc:Fallback>
      </mc:AlternateContent>
    </w:r>
    <w:r w:rsidR="0079497E" w:rsidRPr="00D94A33">
      <w:rPr>
        <w:sz w:val="18"/>
        <w:szCs w:val="18"/>
      </w:rPr>
      <w:t>PROPOZYCJA PROJEKTOWA PRYEBUDOWY MOSTU W CIĄGU DROGI POWIATOWEJ NR 2510W</w:t>
    </w:r>
  </w:p>
  <w:p w:rsidR="0079497E" w:rsidRPr="00D94A33" w:rsidRDefault="0079497E" w:rsidP="00D94A33">
    <w:pPr>
      <w:overflowPunct/>
      <w:spacing w:line="240" w:lineRule="auto"/>
      <w:jc w:val="center"/>
      <w:textAlignment w:val="auto"/>
      <w:rPr>
        <w:sz w:val="18"/>
        <w:szCs w:val="18"/>
      </w:rPr>
    </w:pPr>
    <w:r w:rsidRPr="00D94A33">
      <w:rPr>
        <w:sz w:val="18"/>
        <w:szCs w:val="18"/>
      </w:rPr>
      <w:t>CZARNIA SUROWE KM 4+002,00 W MIEJSCOWOŚ</w:t>
    </w:r>
    <w:r>
      <w:rPr>
        <w:sz w:val="18"/>
        <w:szCs w:val="18"/>
      </w:rPr>
      <w:t xml:space="preserve">CI </w:t>
    </w:r>
    <w:r w:rsidRPr="00D94A33">
      <w:rPr>
        <w:sz w:val="18"/>
        <w:szCs w:val="18"/>
      </w:rPr>
      <w:t>CZARNIA NA RZECE TRYBÓWKA.</w:t>
    </w:r>
    <w:r w:rsidRPr="00D94A33">
      <w:rPr>
        <w:bCs/>
        <w:sz w:val="18"/>
        <w:szCs w:val="18"/>
      </w:rPr>
      <w:t>.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497E" w:rsidRPr="00D94A33" w:rsidRDefault="0079497E" w:rsidP="00D94A33">
    <w:pPr>
      <w:overflowPunct/>
      <w:spacing w:line="240" w:lineRule="auto"/>
      <w:jc w:val="center"/>
      <w:textAlignment w:val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5"/>
    <w:multiLevelType w:val="singleLevel"/>
    <w:tmpl w:val="00000005"/>
    <w:name w:val="WW8Num5"/>
    <w:lvl w:ilvl="0">
      <w:numFmt w:val="bullet"/>
      <w:lvlText w:val=""/>
      <w:lvlJc w:val="left"/>
      <w:pPr>
        <w:tabs>
          <w:tab w:val="num" w:pos="0"/>
        </w:tabs>
        <w:ind w:left="283" w:hanging="283"/>
      </w:pPr>
      <w:rPr>
        <w:rFonts w:ascii="Symbol" w:hAnsi="Symbol"/>
      </w:rPr>
    </w:lvl>
  </w:abstractNum>
  <w:abstractNum w:abstractNumId="2">
    <w:nsid w:val="03B55336"/>
    <w:multiLevelType w:val="hybridMultilevel"/>
    <w:tmpl w:val="1046901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0B741E"/>
    <w:multiLevelType w:val="hybridMultilevel"/>
    <w:tmpl w:val="E384C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506034"/>
    <w:multiLevelType w:val="hybridMultilevel"/>
    <w:tmpl w:val="F8F449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3A0C59"/>
    <w:multiLevelType w:val="multilevel"/>
    <w:tmpl w:val="5258666E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7E031A6"/>
    <w:multiLevelType w:val="hybridMultilevel"/>
    <w:tmpl w:val="B42689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A5415"/>
    <w:multiLevelType w:val="hybridMultilevel"/>
    <w:tmpl w:val="7C9E4F6E"/>
    <w:lvl w:ilvl="0" w:tplc="F04061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422F8"/>
    <w:multiLevelType w:val="hybridMultilevel"/>
    <w:tmpl w:val="629A0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247491"/>
    <w:multiLevelType w:val="singleLevel"/>
    <w:tmpl w:val="1CD2EA5E"/>
    <w:lvl w:ilvl="0">
      <w:start w:val="1"/>
      <w:numFmt w:val="none"/>
      <w:lvlText w:val=""/>
      <w:legacy w:legacy="1" w:legacySpace="0" w:legacyIndent="397"/>
      <w:lvlJc w:val="left"/>
      <w:pPr>
        <w:ind w:left="397" w:hanging="397"/>
      </w:pPr>
      <w:rPr>
        <w:rFonts w:ascii="Symbol" w:hAnsi="Symbol" w:hint="default"/>
      </w:rPr>
    </w:lvl>
  </w:abstractNum>
  <w:abstractNum w:abstractNumId="10">
    <w:nsid w:val="3AB906B7"/>
    <w:multiLevelType w:val="singleLevel"/>
    <w:tmpl w:val="AC1EA27A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  <w:sz w:val="20"/>
      </w:rPr>
    </w:lvl>
  </w:abstractNum>
  <w:abstractNum w:abstractNumId="11">
    <w:nsid w:val="3CE01326"/>
    <w:multiLevelType w:val="singleLevel"/>
    <w:tmpl w:val="1CD2EA5E"/>
    <w:lvl w:ilvl="0">
      <w:start w:val="1"/>
      <w:numFmt w:val="none"/>
      <w:lvlText w:val=""/>
      <w:legacy w:legacy="1" w:legacySpace="0" w:legacyIndent="397"/>
      <w:lvlJc w:val="left"/>
      <w:pPr>
        <w:ind w:left="397" w:hanging="397"/>
      </w:pPr>
      <w:rPr>
        <w:rFonts w:ascii="Symbol" w:hAnsi="Symbol" w:hint="default"/>
      </w:rPr>
    </w:lvl>
  </w:abstractNum>
  <w:abstractNum w:abstractNumId="12">
    <w:nsid w:val="466C5026"/>
    <w:multiLevelType w:val="singleLevel"/>
    <w:tmpl w:val="1CD2EA5E"/>
    <w:lvl w:ilvl="0">
      <w:start w:val="1"/>
      <w:numFmt w:val="none"/>
      <w:lvlText w:val=""/>
      <w:legacy w:legacy="1" w:legacySpace="0" w:legacyIndent="397"/>
      <w:lvlJc w:val="left"/>
      <w:pPr>
        <w:ind w:left="397" w:hanging="397"/>
      </w:pPr>
      <w:rPr>
        <w:rFonts w:ascii="Symbol" w:hAnsi="Symbol" w:hint="default"/>
      </w:rPr>
    </w:lvl>
  </w:abstractNum>
  <w:abstractNum w:abstractNumId="13">
    <w:nsid w:val="4B4A0F76"/>
    <w:multiLevelType w:val="multilevel"/>
    <w:tmpl w:val="09BA83F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4C68670C"/>
    <w:multiLevelType w:val="hybridMultilevel"/>
    <w:tmpl w:val="14229888"/>
    <w:lvl w:ilvl="0" w:tplc="42366CC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BC17CD"/>
    <w:multiLevelType w:val="hybridMultilevel"/>
    <w:tmpl w:val="7B1C6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824EB"/>
    <w:multiLevelType w:val="multilevel"/>
    <w:tmpl w:val="1F069BA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63B73490"/>
    <w:multiLevelType w:val="singleLevel"/>
    <w:tmpl w:val="AC1EA27A"/>
    <w:lvl w:ilvl="0">
      <w:start w:val="1"/>
      <w:numFmt w:val="none"/>
      <w:lvlText w:val=""/>
      <w:legacy w:legacy="1" w:legacySpace="0" w:legacyIndent="283"/>
      <w:lvlJc w:val="left"/>
      <w:pPr>
        <w:ind w:left="992" w:hanging="283"/>
      </w:pPr>
      <w:rPr>
        <w:rFonts w:ascii="Symbol" w:hAnsi="Symbol" w:hint="default"/>
        <w:sz w:val="20"/>
      </w:rPr>
    </w:lvl>
  </w:abstractNum>
  <w:abstractNum w:abstractNumId="18">
    <w:nsid w:val="63E04A19"/>
    <w:multiLevelType w:val="hybridMultilevel"/>
    <w:tmpl w:val="EB941C40"/>
    <w:lvl w:ilvl="0" w:tplc="00000009">
      <w:start w:val="1"/>
      <w:numFmt w:val="bullet"/>
      <w:lvlText w:val=""/>
      <w:lvlJc w:val="left"/>
      <w:pPr>
        <w:ind w:left="1069" w:hanging="360"/>
      </w:pPr>
      <w:rPr>
        <w:rFonts w:ascii="Symbol" w:hAnsi="Symbol" w:cs="Symbol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716046BF"/>
    <w:multiLevelType w:val="hybridMultilevel"/>
    <w:tmpl w:val="AFBEB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2E5E1D"/>
    <w:multiLevelType w:val="hybridMultilevel"/>
    <w:tmpl w:val="6D503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5"/>
  </w:num>
  <w:num w:numId="5">
    <w:abstractNumId w:val="10"/>
  </w:num>
  <w:num w:numId="6">
    <w:abstractNumId w:val="17"/>
  </w:num>
  <w:num w:numId="7">
    <w:abstractNumId w:val="14"/>
  </w:num>
  <w:num w:numId="8">
    <w:abstractNumId w:val="13"/>
  </w:num>
  <w:num w:numId="9">
    <w:abstractNumId w:val="16"/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20"/>
  </w:num>
  <w:num w:numId="15">
    <w:abstractNumId w:val="18"/>
  </w:num>
  <w:num w:numId="16">
    <w:abstractNumId w:val="3"/>
  </w:num>
  <w:num w:numId="17">
    <w:abstractNumId w:val="15"/>
  </w:num>
  <w:num w:numId="18">
    <w:abstractNumId w:val="19"/>
  </w:num>
  <w:num w:numId="19">
    <w:abstractNumId w:val="8"/>
  </w:num>
  <w:num w:numId="20">
    <w:abstractNumId w:val="2"/>
  </w:num>
  <w:num w:numId="21">
    <w:abstractNumId w:val="5"/>
    <w:lvlOverride w:ilvl="0">
      <w:startOverride w:val="8"/>
    </w:lvlOverride>
  </w:num>
  <w:num w:numId="2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03D"/>
    <w:rsid w:val="0000220E"/>
    <w:rsid w:val="000022BB"/>
    <w:rsid w:val="00007959"/>
    <w:rsid w:val="000109D6"/>
    <w:rsid w:val="0001347A"/>
    <w:rsid w:val="00014DA1"/>
    <w:rsid w:val="0001740D"/>
    <w:rsid w:val="00021FCE"/>
    <w:rsid w:val="0002235F"/>
    <w:rsid w:val="00025784"/>
    <w:rsid w:val="00025AC9"/>
    <w:rsid w:val="000424B0"/>
    <w:rsid w:val="00042C7C"/>
    <w:rsid w:val="000471D5"/>
    <w:rsid w:val="00052989"/>
    <w:rsid w:val="0005500D"/>
    <w:rsid w:val="00056423"/>
    <w:rsid w:val="0006750F"/>
    <w:rsid w:val="00074BD1"/>
    <w:rsid w:val="000760CC"/>
    <w:rsid w:val="000762B3"/>
    <w:rsid w:val="0008260B"/>
    <w:rsid w:val="000826DB"/>
    <w:rsid w:val="000837B9"/>
    <w:rsid w:val="0008788B"/>
    <w:rsid w:val="0009306D"/>
    <w:rsid w:val="000934C4"/>
    <w:rsid w:val="0009637B"/>
    <w:rsid w:val="000A28BD"/>
    <w:rsid w:val="000A2B4C"/>
    <w:rsid w:val="000B1D27"/>
    <w:rsid w:val="000B273D"/>
    <w:rsid w:val="000B4292"/>
    <w:rsid w:val="000B4448"/>
    <w:rsid w:val="000B5752"/>
    <w:rsid w:val="000B6208"/>
    <w:rsid w:val="000D1FA6"/>
    <w:rsid w:val="000D3332"/>
    <w:rsid w:val="000D5F0B"/>
    <w:rsid w:val="000D650E"/>
    <w:rsid w:val="000E48E9"/>
    <w:rsid w:val="000E720C"/>
    <w:rsid w:val="000E7E96"/>
    <w:rsid w:val="000F180F"/>
    <w:rsid w:val="00105BB1"/>
    <w:rsid w:val="00107A9E"/>
    <w:rsid w:val="001116A1"/>
    <w:rsid w:val="00113678"/>
    <w:rsid w:val="00123851"/>
    <w:rsid w:val="00127132"/>
    <w:rsid w:val="00133044"/>
    <w:rsid w:val="00134B84"/>
    <w:rsid w:val="001351D2"/>
    <w:rsid w:val="001407E2"/>
    <w:rsid w:val="00142E07"/>
    <w:rsid w:val="00144AAD"/>
    <w:rsid w:val="00150A52"/>
    <w:rsid w:val="001525B6"/>
    <w:rsid w:val="00157044"/>
    <w:rsid w:val="0016016E"/>
    <w:rsid w:val="00165D1A"/>
    <w:rsid w:val="00171CD8"/>
    <w:rsid w:val="0018189A"/>
    <w:rsid w:val="00182351"/>
    <w:rsid w:val="00182DF8"/>
    <w:rsid w:val="00185B23"/>
    <w:rsid w:val="00187DC0"/>
    <w:rsid w:val="00196B76"/>
    <w:rsid w:val="001A0397"/>
    <w:rsid w:val="001A1288"/>
    <w:rsid w:val="001A47CC"/>
    <w:rsid w:val="001B6ECA"/>
    <w:rsid w:val="001C036B"/>
    <w:rsid w:val="001C11E2"/>
    <w:rsid w:val="001D7592"/>
    <w:rsid w:val="001E0E6F"/>
    <w:rsid w:val="001E1104"/>
    <w:rsid w:val="001E17D7"/>
    <w:rsid w:val="001E29C6"/>
    <w:rsid w:val="001E5851"/>
    <w:rsid w:val="001E6ACF"/>
    <w:rsid w:val="001F2E78"/>
    <w:rsid w:val="001F51B1"/>
    <w:rsid w:val="002004B3"/>
    <w:rsid w:val="0020704C"/>
    <w:rsid w:val="002073DC"/>
    <w:rsid w:val="00210304"/>
    <w:rsid w:val="00211682"/>
    <w:rsid w:val="002127A5"/>
    <w:rsid w:val="00216804"/>
    <w:rsid w:val="0021681E"/>
    <w:rsid w:val="00216F63"/>
    <w:rsid w:val="002176A9"/>
    <w:rsid w:val="002226CD"/>
    <w:rsid w:val="00223445"/>
    <w:rsid w:val="00223EB3"/>
    <w:rsid w:val="00227BD8"/>
    <w:rsid w:val="00234A27"/>
    <w:rsid w:val="00235119"/>
    <w:rsid w:val="00242505"/>
    <w:rsid w:val="00245303"/>
    <w:rsid w:val="00246E65"/>
    <w:rsid w:val="00250E8B"/>
    <w:rsid w:val="00252345"/>
    <w:rsid w:val="00260924"/>
    <w:rsid w:val="002613B1"/>
    <w:rsid w:val="00261DC0"/>
    <w:rsid w:val="00266F05"/>
    <w:rsid w:val="00270A01"/>
    <w:rsid w:val="00270B66"/>
    <w:rsid w:val="00274D70"/>
    <w:rsid w:val="00276E43"/>
    <w:rsid w:val="00282F6D"/>
    <w:rsid w:val="00286285"/>
    <w:rsid w:val="00290692"/>
    <w:rsid w:val="0029117C"/>
    <w:rsid w:val="00294853"/>
    <w:rsid w:val="002A00F1"/>
    <w:rsid w:val="002A225E"/>
    <w:rsid w:val="002A4072"/>
    <w:rsid w:val="002A5B73"/>
    <w:rsid w:val="002A5E5C"/>
    <w:rsid w:val="002A6FF4"/>
    <w:rsid w:val="002A7E68"/>
    <w:rsid w:val="002B7A47"/>
    <w:rsid w:val="002C051F"/>
    <w:rsid w:val="002C4D2C"/>
    <w:rsid w:val="002C7D27"/>
    <w:rsid w:val="002D3C9A"/>
    <w:rsid w:val="002E140E"/>
    <w:rsid w:val="002E2BB6"/>
    <w:rsid w:val="00300D70"/>
    <w:rsid w:val="00305C9F"/>
    <w:rsid w:val="003117B3"/>
    <w:rsid w:val="003242BA"/>
    <w:rsid w:val="0033088C"/>
    <w:rsid w:val="003337FB"/>
    <w:rsid w:val="00335D68"/>
    <w:rsid w:val="00341093"/>
    <w:rsid w:val="00341C79"/>
    <w:rsid w:val="00341DEF"/>
    <w:rsid w:val="00342E09"/>
    <w:rsid w:val="003455F8"/>
    <w:rsid w:val="003460DF"/>
    <w:rsid w:val="00346E1A"/>
    <w:rsid w:val="0035259D"/>
    <w:rsid w:val="0035572F"/>
    <w:rsid w:val="00362DAF"/>
    <w:rsid w:val="0036753B"/>
    <w:rsid w:val="00367F3E"/>
    <w:rsid w:val="00370B96"/>
    <w:rsid w:val="00372658"/>
    <w:rsid w:val="00372EF1"/>
    <w:rsid w:val="003748B4"/>
    <w:rsid w:val="00374FEC"/>
    <w:rsid w:val="00384360"/>
    <w:rsid w:val="00390A30"/>
    <w:rsid w:val="003919DE"/>
    <w:rsid w:val="00392377"/>
    <w:rsid w:val="0039359F"/>
    <w:rsid w:val="003A5210"/>
    <w:rsid w:val="003A605E"/>
    <w:rsid w:val="003A6DAE"/>
    <w:rsid w:val="003C28A7"/>
    <w:rsid w:val="003C45A9"/>
    <w:rsid w:val="003C5FA7"/>
    <w:rsid w:val="003D1CCD"/>
    <w:rsid w:val="003D38CB"/>
    <w:rsid w:val="003E4D86"/>
    <w:rsid w:val="003F10EC"/>
    <w:rsid w:val="003F154A"/>
    <w:rsid w:val="003F4CDF"/>
    <w:rsid w:val="00400650"/>
    <w:rsid w:val="004041DC"/>
    <w:rsid w:val="00404914"/>
    <w:rsid w:val="00412A9D"/>
    <w:rsid w:val="00414496"/>
    <w:rsid w:val="00416A1A"/>
    <w:rsid w:val="004205BC"/>
    <w:rsid w:val="00420BC0"/>
    <w:rsid w:val="0042153C"/>
    <w:rsid w:val="00421E89"/>
    <w:rsid w:val="00425BCD"/>
    <w:rsid w:val="00426E52"/>
    <w:rsid w:val="00427CD4"/>
    <w:rsid w:val="00442E47"/>
    <w:rsid w:val="004515FF"/>
    <w:rsid w:val="00451E3C"/>
    <w:rsid w:val="00452864"/>
    <w:rsid w:val="004536FA"/>
    <w:rsid w:val="00455014"/>
    <w:rsid w:val="004663B3"/>
    <w:rsid w:val="00471017"/>
    <w:rsid w:val="00476CFB"/>
    <w:rsid w:val="004807E5"/>
    <w:rsid w:val="00481243"/>
    <w:rsid w:val="0048251A"/>
    <w:rsid w:val="00484B16"/>
    <w:rsid w:val="00485665"/>
    <w:rsid w:val="00487B5D"/>
    <w:rsid w:val="00493759"/>
    <w:rsid w:val="004A272C"/>
    <w:rsid w:val="004A37C3"/>
    <w:rsid w:val="004A4FB4"/>
    <w:rsid w:val="004A7AF0"/>
    <w:rsid w:val="004B240A"/>
    <w:rsid w:val="004B2F71"/>
    <w:rsid w:val="004B5589"/>
    <w:rsid w:val="004B706E"/>
    <w:rsid w:val="004C0A20"/>
    <w:rsid w:val="004C477F"/>
    <w:rsid w:val="004C4CE9"/>
    <w:rsid w:val="004C4D3C"/>
    <w:rsid w:val="004C776C"/>
    <w:rsid w:val="004C790D"/>
    <w:rsid w:val="004D0550"/>
    <w:rsid w:val="004D2181"/>
    <w:rsid w:val="004E2118"/>
    <w:rsid w:val="004E389B"/>
    <w:rsid w:val="004E5900"/>
    <w:rsid w:val="004E7056"/>
    <w:rsid w:val="004F2130"/>
    <w:rsid w:val="004F2A23"/>
    <w:rsid w:val="004F619A"/>
    <w:rsid w:val="004F7CB7"/>
    <w:rsid w:val="00502F8D"/>
    <w:rsid w:val="00504497"/>
    <w:rsid w:val="005149E6"/>
    <w:rsid w:val="005174E8"/>
    <w:rsid w:val="00517FDE"/>
    <w:rsid w:val="00550FD7"/>
    <w:rsid w:val="005522F5"/>
    <w:rsid w:val="0055595E"/>
    <w:rsid w:val="00557564"/>
    <w:rsid w:val="005628CD"/>
    <w:rsid w:val="00564436"/>
    <w:rsid w:val="00566053"/>
    <w:rsid w:val="00566150"/>
    <w:rsid w:val="005709D8"/>
    <w:rsid w:val="00571C42"/>
    <w:rsid w:val="0057426F"/>
    <w:rsid w:val="0057433A"/>
    <w:rsid w:val="005755F9"/>
    <w:rsid w:val="00583C48"/>
    <w:rsid w:val="00587A78"/>
    <w:rsid w:val="00590D9D"/>
    <w:rsid w:val="005915B5"/>
    <w:rsid w:val="00593BB5"/>
    <w:rsid w:val="00595340"/>
    <w:rsid w:val="00597EF3"/>
    <w:rsid w:val="005A26F5"/>
    <w:rsid w:val="005A3CAB"/>
    <w:rsid w:val="005A4B1C"/>
    <w:rsid w:val="005A554F"/>
    <w:rsid w:val="005B3AD7"/>
    <w:rsid w:val="005B4B78"/>
    <w:rsid w:val="005B5563"/>
    <w:rsid w:val="005B7812"/>
    <w:rsid w:val="005B7844"/>
    <w:rsid w:val="005C0213"/>
    <w:rsid w:val="005C197E"/>
    <w:rsid w:val="005D2967"/>
    <w:rsid w:val="005D3123"/>
    <w:rsid w:val="005D5BDA"/>
    <w:rsid w:val="005E258C"/>
    <w:rsid w:val="005E3746"/>
    <w:rsid w:val="005E4044"/>
    <w:rsid w:val="005E4487"/>
    <w:rsid w:val="005E679E"/>
    <w:rsid w:val="005E79F6"/>
    <w:rsid w:val="005F7CE2"/>
    <w:rsid w:val="00602637"/>
    <w:rsid w:val="00604B3C"/>
    <w:rsid w:val="006058F2"/>
    <w:rsid w:val="00606EEA"/>
    <w:rsid w:val="00607F7D"/>
    <w:rsid w:val="00612211"/>
    <w:rsid w:val="00614E89"/>
    <w:rsid w:val="0062293D"/>
    <w:rsid w:val="00626FFC"/>
    <w:rsid w:val="00630E32"/>
    <w:rsid w:val="0063412A"/>
    <w:rsid w:val="00636138"/>
    <w:rsid w:val="00640903"/>
    <w:rsid w:val="00641952"/>
    <w:rsid w:val="00651C33"/>
    <w:rsid w:val="006520CC"/>
    <w:rsid w:val="006537D4"/>
    <w:rsid w:val="00653B67"/>
    <w:rsid w:val="00663C57"/>
    <w:rsid w:val="00675AB6"/>
    <w:rsid w:val="006873FC"/>
    <w:rsid w:val="00693E6C"/>
    <w:rsid w:val="00695A49"/>
    <w:rsid w:val="0069735C"/>
    <w:rsid w:val="00697581"/>
    <w:rsid w:val="006A1071"/>
    <w:rsid w:val="006B1B7B"/>
    <w:rsid w:val="006B1E31"/>
    <w:rsid w:val="006B28E6"/>
    <w:rsid w:val="006C5555"/>
    <w:rsid w:val="006C68F8"/>
    <w:rsid w:val="006D19D0"/>
    <w:rsid w:val="006D1F88"/>
    <w:rsid w:val="006D2F4D"/>
    <w:rsid w:val="006D41E4"/>
    <w:rsid w:val="006D4A6B"/>
    <w:rsid w:val="006D4EF5"/>
    <w:rsid w:val="006D5C65"/>
    <w:rsid w:val="006D7872"/>
    <w:rsid w:val="006E4F60"/>
    <w:rsid w:val="006E56E9"/>
    <w:rsid w:val="006F0B07"/>
    <w:rsid w:val="006F332D"/>
    <w:rsid w:val="006F7891"/>
    <w:rsid w:val="00704566"/>
    <w:rsid w:val="00707345"/>
    <w:rsid w:val="00707ED5"/>
    <w:rsid w:val="00712554"/>
    <w:rsid w:val="007129A5"/>
    <w:rsid w:val="00717E55"/>
    <w:rsid w:val="00720623"/>
    <w:rsid w:val="00720CB8"/>
    <w:rsid w:val="00720F55"/>
    <w:rsid w:val="00722396"/>
    <w:rsid w:val="0072627A"/>
    <w:rsid w:val="007315A2"/>
    <w:rsid w:val="007322C5"/>
    <w:rsid w:val="00733867"/>
    <w:rsid w:val="00735FB9"/>
    <w:rsid w:val="0073626D"/>
    <w:rsid w:val="00740854"/>
    <w:rsid w:val="007413C7"/>
    <w:rsid w:val="00745EED"/>
    <w:rsid w:val="0074654F"/>
    <w:rsid w:val="007474DD"/>
    <w:rsid w:val="007503BB"/>
    <w:rsid w:val="00757F27"/>
    <w:rsid w:val="007640E7"/>
    <w:rsid w:val="007647E4"/>
    <w:rsid w:val="00764E7C"/>
    <w:rsid w:val="0076666A"/>
    <w:rsid w:val="007707DA"/>
    <w:rsid w:val="007731C3"/>
    <w:rsid w:val="0077682D"/>
    <w:rsid w:val="00777FDC"/>
    <w:rsid w:val="00782F5E"/>
    <w:rsid w:val="007858C3"/>
    <w:rsid w:val="0078650C"/>
    <w:rsid w:val="0078746D"/>
    <w:rsid w:val="00791E4A"/>
    <w:rsid w:val="0079497E"/>
    <w:rsid w:val="007951F8"/>
    <w:rsid w:val="007971FA"/>
    <w:rsid w:val="007A26C8"/>
    <w:rsid w:val="007A327E"/>
    <w:rsid w:val="007B08CB"/>
    <w:rsid w:val="007B2082"/>
    <w:rsid w:val="007C14EF"/>
    <w:rsid w:val="007D0504"/>
    <w:rsid w:val="007D3876"/>
    <w:rsid w:val="007D3FD1"/>
    <w:rsid w:val="007D411A"/>
    <w:rsid w:val="007D4D11"/>
    <w:rsid w:val="007E5E38"/>
    <w:rsid w:val="007E69AD"/>
    <w:rsid w:val="007E738F"/>
    <w:rsid w:val="007F11C3"/>
    <w:rsid w:val="007F4919"/>
    <w:rsid w:val="007F7AEA"/>
    <w:rsid w:val="00801815"/>
    <w:rsid w:val="00802ABE"/>
    <w:rsid w:val="00812223"/>
    <w:rsid w:val="00813E9F"/>
    <w:rsid w:val="00821A5F"/>
    <w:rsid w:val="00823916"/>
    <w:rsid w:val="00831EC0"/>
    <w:rsid w:val="00833B55"/>
    <w:rsid w:val="00835D05"/>
    <w:rsid w:val="00837C58"/>
    <w:rsid w:val="00850C53"/>
    <w:rsid w:val="0085722C"/>
    <w:rsid w:val="008621C7"/>
    <w:rsid w:val="00867027"/>
    <w:rsid w:val="00877E29"/>
    <w:rsid w:val="00880DC0"/>
    <w:rsid w:val="008826AA"/>
    <w:rsid w:val="00883E32"/>
    <w:rsid w:val="0088590E"/>
    <w:rsid w:val="008906A2"/>
    <w:rsid w:val="008964F0"/>
    <w:rsid w:val="00896933"/>
    <w:rsid w:val="008A1E9B"/>
    <w:rsid w:val="008A239F"/>
    <w:rsid w:val="008A3ECA"/>
    <w:rsid w:val="008A46CB"/>
    <w:rsid w:val="008A6533"/>
    <w:rsid w:val="008B4975"/>
    <w:rsid w:val="008B7697"/>
    <w:rsid w:val="008C0504"/>
    <w:rsid w:val="008C1E3D"/>
    <w:rsid w:val="008C7510"/>
    <w:rsid w:val="008D22B8"/>
    <w:rsid w:val="008D51F4"/>
    <w:rsid w:val="008D5278"/>
    <w:rsid w:val="008E3E89"/>
    <w:rsid w:val="008F0671"/>
    <w:rsid w:val="008F1E74"/>
    <w:rsid w:val="009022F7"/>
    <w:rsid w:val="00921D90"/>
    <w:rsid w:val="00923C63"/>
    <w:rsid w:val="00924321"/>
    <w:rsid w:val="0093013C"/>
    <w:rsid w:val="00934D51"/>
    <w:rsid w:val="0093746C"/>
    <w:rsid w:val="00937875"/>
    <w:rsid w:val="00942D9A"/>
    <w:rsid w:val="009441F3"/>
    <w:rsid w:val="00951848"/>
    <w:rsid w:val="00952EF3"/>
    <w:rsid w:val="009545BB"/>
    <w:rsid w:val="009603BF"/>
    <w:rsid w:val="00960995"/>
    <w:rsid w:val="009621EF"/>
    <w:rsid w:val="009658F6"/>
    <w:rsid w:val="009717FC"/>
    <w:rsid w:val="009729BA"/>
    <w:rsid w:val="009861FF"/>
    <w:rsid w:val="00992222"/>
    <w:rsid w:val="00993123"/>
    <w:rsid w:val="0099714F"/>
    <w:rsid w:val="009971CE"/>
    <w:rsid w:val="00997656"/>
    <w:rsid w:val="009A075A"/>
    <w:rsid w:val="009A46F2"/>
    <w:rsid w:val="009A4C79"/>
    <w:rsid w:val="009B477D"/>
    <w:rsid w:val="009B50F7"/>
    <w:rsid w:val="009C48A5"/>
    <w:rsid w:val="009D1405"/>
    <w:rsid w:val="009E3CE7"/>
    <w:rsid w:val="009E5727"/>
    <w:rsid w:val="009F2C44"/>
    <w:rsid w:val="009F3C64"/>
    <w:rsid w:val="009F3E50"/>
    <w:rsid w:val="00A009F6"/>
    <w:rsid w:val="00A02D0A"/>
    <w:rsid w:val="00A06BB2"/>
    <w:rsid w:val="00A1041F"/>
    <w:rsid w:val="00A13E06"/>
    <w:rsid w:val="00A156F0"/>
    <w:rsid w:val="00A1725C"/>
    <w:rsid w:val="00A27324"/>
    <w:rsid w:val="00A2771A"/>
    <w:rsid w:val="00A431CF"/>
    <w:rsid w:val="00A433C9"/>
    <w:rsid w:val="00A44002"/>
    <w:rsid w:val="00A46090"/>
    <w:rsid w:val="00A4655E"/>
    <w:rsid w:val="00A4722D"/>
    <w:rsid w:val="00A50BBD"/>
    <w:rsid w:val="00A53363"/>
    <w:rsid w:val="00A55A49"/>
    <w:rsid w:val="00A5684F"/>
    <w:rsid w:val="00A578A5"/>
    <w:rsid w:val="00A57AFA"/>
    <w:rsid w:val="00A60AF8"/>
    <w:rsid w:val="00A61C3B"/>
    <w:rsid w:val="00A635B8"/>
    <w:rsid w:val="00A6682C"/>
    <w:rsid w:val="00A70426"/>
    <w:rsid w:val="00A72F72"/>
    <w:rsid w:val="00A757DF"/>
    <w:rsid w:val="00A802A9"/>
    <w:rsid w:val="00A8054A"/>
    <w:rsid w:val="00A8232F"/>
    <w:rsid w:val="00A82AA9"/>
    <w:rsid w:val="00A83E4C"/>
    <w:rsid w:val="00A84706"/>
    <w:rsid w:val="00A87483"/>
    <w:rsid w:val="00A92E6D"/>
    <w:rsid w:val="00AC5E19"/>
    <w:rsid w:val="00AD0693"/>
    <w:rsid w:val="00AD2B03"/>
    <w:rsid w:val="00AD55F3"/>
    <w:rsid w:val="00AD596B"/>
    <w:rsid w:val="00AD6049"/>
    <w:rsid w:val="00AD7851"/>
    <w:rsid w:val="00AE11ED"/>
    <w:rsid w:val="00AE20DB"/>
    <w:rsid w:val="00AE3BEB"/>
    <w:rsid w:val="00AE78ED"/>
    <w:rsid w:val="00AF1172"/>
    <w:rsid w:val="00AF2B98"/>
    <w:rsid w:val="00AF6DCF"/>
    <w:rsid w:val="00AF7B1A"/>
    <w:rsid w:val="00B0035F"/>
    <w:rsid w:val="00B0214B"/>
    <w:rsid w:val="00B06890"/>
    <w:rsid w:val="00B0702F"/>
    <w:rsid w:val="00B12A27"/>
    <w:rsid w:val="00B1433D"/>
    <w:rsid w:val="00B14C66"/>
    <w:rsid w:val="00B15A9D"/>
    <w:rsid w:val="00B17DEE"/>
    <w:rsid w:val="00B24663"/>
    <w:rsid w:val="00B31206"/>
    <w:rsid w:val="00B33410"/>
    <w:rsid w:val="00B378C9"/>
    <w:rsid w:val="00B404E3"/>
    <w:rsid w:val="00B51287"/>
    <w:rsid w:val="00B51AD0"/>
    <w:rsid w:val="00B55058"/>
    <w:rsid w:val="00B5514E"/>
    <w:rsid w:val="00B55C83"/>
    <w:rsid w:val="00B60687"/>
    <w:rsid w:val="00B622DE"/>
    <w:rsid w:val="00B62387"/>
    <w:rsid w:val="00B640A4"/>
    <w:rsid w:val="00B644B9"/>
    <w:rsid w:val="00B73CB2"/>
    <w:rsid w:val="00B87629"/>
    <w:rsid w:val="00B876A9"/>
    <w:rsid w:val="00B9082F"/>
    <w:rsid w:val="00B977FF"/>
    <w:rsid w:val="00B978F5"/>
    <w:rsid w:val="00BA173A"/>
    <w:rsid w:val="00BA3F51"/>
    <w:rsid w:val="00BA40AD"/>
    <w:rsid w:val="00BA6E5C"/>
    <w:rsid w:val="00BB4B57"/>
    <w:rsid w:val="00BC1187"/>
    <w:rsid w:val="00BC4474"/>
    <w:rsid w:val="00BC6187"/>
    <w:rsid w:val="00BC6A51"/>
    <w:rsid w:val="00BC713A"/>
    <w:rsid w:val="00BC7AC5"/>
    <w:rsid w:val="00BD2E02"/>
    <w:rsid w:val="00BD4B75"/>
    <w:rsid w:val="00BD576C"/>
    <w:rsid w:val="00BD590A"/>
    <w:rsid w:val="00BE2770"/>
    <w:rsid w:val="00BE4AA5"/>
    <w:rsid w:val="00BE69A1"/>
    <w:rsid w:val="00BE7315"/>
    <w:rsid w:val="00BF3270"/>
    <w:rsid w:val="00BF5F15"/>
    <w:rsid w:val="00BF7274"/>
    <w:rsid w:val="00C0082B"/>
    <w:rsid w:val="00C12843"/>
    <w:rsid w:val="00C12A0B"/>
    <w:rsid w:val="00C141A6"/>
    <w:rsid w:val="00C1585D"/>
    <w:rsid w:val="00C1733F"/>
    <w:rsid w:val="00C20F22"/>
    <w:rsid w:val="00C2324B"/>
    <w:rsid w:val="00C26CC7"/>
    <w:rsid w:val="00C27035"/>
    <w:rsid w:val="00C3184E"/>
    <w:rsid w:val="00C3790D"/>
    <w:rsid w:val="00C4374C"/>
    <w:rsid w:val="00C43805"/>
    <w:rsid w:val="00C50723"/>
    <w:rsid w:val="00C531BD"/>
    <w:rsid w:val="00C53D3E"/>
    <w:rsid w:val="00C64408"/>
    <w:rsid w:val="00C65935"/>
    <w:rsid w:val="00C66D47"/>
    <w:rsid w:val="00C70A1B"/>
    <w:rsid w:val="00C71FE4"/>
    <w:rsid w:val="00C72DB3"/>
    <w:rsid w:val="00C72F88"/>
    <w:rsid w:val="00C830F5"/>
    <w:rsid w:val="00C83379"/>
    <w:rsid w:val="00C83E6D"/>
    <w:rsid w:val="00C8752C"/>
    <w:rsid w:val="00C90A59"/>
    <w:rsid w:val="00CA1A6B"/>
    <w:rsid w:val="00CA4134"/>
    <w:rsid w:val="00CA5166"/>
    <w:rsid w:val="00CB0534"/>
    <w:rsid w:val="00CB258D"/>
    <w:rsid w:val="00CB2D4A"/>
    <w:rsid w:val="00CB3904"/>
    <w:rsid w:val="00CB7EC5"/>
    <w:rsid w:val="00CC0772"/>
    <w:rsid w:val="00CC0A80"/>
    <w:rsid w:val="00CC14D7"/>
    <w:rsid w:val="00CC5557"/>
    <w:rsid w:val="00CD2C34"/>
    <w:rsid w:val="00CD40D9"/>
    <w:rsid w:val="00CD6289"/>
    <w:rsid w:val="00CE2DAD"/>
    <w:rsid w:val="00CE6FFA"/>
    <w:rsid w:val="00CF095E"/>
    <w:rsid w:val="00CF2934"/>
    <w:rsid w:val="00CF5A87"/>
    <w:rsid w:val="00CF5F6D"/>
    <w:rsid w:val="00CF7CE9"/>
    <w:rsid w:val="00D01B3E"/>
    <w:rsid w:val="00D046E1"/>
    <w:rsid w:val="00D11AFB"/>
    <w:rsid w:val="00D13A25"/>
    <w:rsid w:val="00D15075"/>
    <w:rsid w:val="00D210DB"/>
    <w:rsid w:val="00D21801"/>
    <w:rsid w:val="00D321A0"/>
    <w:rsid w:val="00D34F97"/>
    <w:rsid w:val="00D357EE"/>
    <w:rsid w:val="00D359FB"/>
    <w:rsid w:val="00D35BEF"/>
    <w:rsid w:val="00D44C31"/>
    <w:rsid w:val="00D4558A"/>
    <w:rsid w:val="00D47583"/>
    <w:rsid w:val="00D518FE"/>
    <w:rsid w:val="00D527F3"/>
    <w:rsid w:val="00D56AFE"/>
    <w:rsid w:val="00D57FE9"/>
    <w:rsid w:val="00D617D7"/>
    <w:rsid w:val="00D619BE"/>
    <w:rsid w:val="00D638F0"/>
    <w:rsid w:val="00D6638C"/>
    <w:rsid w:val="00D67782"/>
    <w:rsid w:val="00D7181A"/>
    <w:rsid w:val="00D741B1"/>
    <w:rsid w:val="00D753ED"/>
    <w:rsid w:val="00D81C4B"/>
    <w:rsid w:val="00D824B9"/>
    <w:rsid w:val="00D85F63"/>
    <w:rsid w:val="00D87D14"/>
    <w:rsid w:val="00D94A33"/>
    <w:rsid w:val="00D967FB"/>
    <w:rsid w:val="00DA0297"/>
    <w:rsid w:val="00DA07A4"/>
    <w:rsid w:val="00DA484D"/>
    <w:rsid w:val="00DA7A14"/>
    <w:rsid w:val="00DA7B8A"/>
    <w:rsid w:val="00DB2D0A"/>
    <w:rsid w:val="00DB59DB"/>
    <w:rsid w:val="00DB6E24"/>
    <w:rsid w:val="00DC00F8"/>
    <w:rsid w:val="00DC26AC"/>
    <w:rsid w:val="00DC2D87"/>
    <w:rsid w:val="00DC5C05"/>
    <w:rsid w:val="00DE0B35"/>
    <w:rsid w:val="00DE2355"/>
    <w:rsid w:val="00DE47E8"/>
    <w:rsid w:val="00DE7C2A"/>
    <w:rsid w:val="00DE7F07"/>
    <w:rsid w:val="00DF14F5"/>
    <w:rsid w:val="00DF3AFF"/>
    <w:rsid w:val="00E00982"/>
    <w:rsid w:val="00E04205"/>
    <w:rsid w:val="00E06F55"/>
    <w:rsid w:val="00E10202"/>
    <w:rsid w:val="00E10F53"/>
    <w:rsid w:val="00E210AD"/>
    <w:rsid w:val="00E24390"/>
    <w:rsid w:val="00E2668C"/>
    <w:rsid w:val="00E31CDE"/>
    <w:rsid w:val="00E323A6"/>
    <w:rsid w:val="00E4096D"/>
    <w:rsid w:val="00E41D20"/>
    <w:rsid w:val="00E449BE"/>
    <w:rsid w:val="00E45CC6"/>
    <w:rsid w:val="00E50990"/>
    <w:rsid w:val="00E50E30"/>
    <w:rsid w:val="00E51AC8"/>
    <w:rsid w:val="00E51E25"/>
    <w:rsid w:val="00E52853"/>
    <w:rsid w:val="00E52F32"/>
    <w:rsid w:val="00E56883"/>
    <w:rsid w:val="00E63015"/>
    <w:rsid w:val="00E70792"/>
    <w:rsid w:val="00E74A76"/>
    <w:rsid w:val="00E80A63"/>
    <w:rsid w:val="00E84155"/>
    <w:rsid w:val="00E85A21"/>
    <w:rsid w:val="00E90B64"/>
    <w:rsid w:val="00E9106C"/>
    <w:rsid w:val="00E9303D"/>
    <w:rsid w:val="00E931D8"/>
    <w:rsid w:val="00E95A6E"/>
    <w:rsid w:val="00EA1087"/>
    <w:rsid w:val="00EA22CC"/>
    <w:rsid w:val="00EA26BD"/>
    <w:rsid w:val="00EA416E"/>
    <w:rsid w:val="00EA421F"/>
    <w:rsid w:val="00EA6163"/>
    <w:rsid w:val="00EC02BE"/>
    <w:rsid w:val="00EC062A"/>
    <w:rsid w:val="00EC06ED"/>
    <w:rsid w:val="00EC0CBA"/>
    <w:rsid w:val="00EC406F"/>
    <w:rsid w:val="00EC54D4"/>
    <w:rsid w:val="00EC680C"/>
    <w:rsid w:val="00ED0687"/>
    <w:rsid w:val="00ED1839"/>
    <w:rsid w:val="00ED3AFE"/>
    <w:rsid w:val="00ED486D"/>
    <w:rsid w:val="00ED533A"/>
    <w:rsid w:val="00ED755B"/>
    <w:rsid w:val="00EE233D"/>
    <w:rsid w:val="00EE6529"/>
    <w:rsid w:val="00EE7C71"/>
    <w:rsid w:val="00EF1470"/>
    <w:rsid w:val="00EF3084"/>
    <w:rsid w:val="00EF353E"/>
    <w:rsid w:val="00EF75D5"/>
    <w:rsid w:val="00F02C56"/>
    <w:rsid w:val="00F02DA6"/>
    <w:rsid w:val="00F053DB"/>
    <w:rsid w:val="00F117C9"/>
    <w:rsid w:val="00F11C0C"/>
    <w:rsid w:val="00F1318F"/>
    <w:rsid w:val="00F13679"/>
    <w:rsid w:val="00F13EFB"/>
    <w:rsid w:val="00F221DE"/>
    <w:rsid w:val="00F23687"/>
    <w:rsid w:val="00F23C85"/>
    <w:rsid w:val="00F251AB"/>
    <w:rsid w:val="00F3112F"/>
    <w:rsid w:val="00F37D08"/>
    <w:rsid w:val="00F42889"/>
    <w:rsid w:val="00F50A5F"/>
    <w:rsid w:val="00F53C65"/>
    <w:rsid w:val="00F53C84"/>
    <w:rsid w:val="00F56CA5"/>
    <w:rsid w:val="00F7099D"/>
    <w:rsid w:val="00F71603"/>
    <w:rsid w:val="00F71AAA"/>
    <w:rsid w:val="00F729CC"/>
    <w:rsid w:val="00F743A5"/>
    <w:rsid w:val="00F75BC5"/>
    <w:rsid w:val="00F82C1C"/>
    <w:rsid w:val="00F92495"/>
    <w:rsid w:val="00F92A01"/>
    <w:rsid w:val="00F94B86"/>
    <w:rsid w:val="00FA4571"/>
    <w:rsid w:val="00FA6C86"/>
    <w:rsid w:val="00FB09C6"/>
    <w:rsid w:val="00FB16DF"/>
    <w:rsid w:val="00FB16F0"/>
    <w:rsid w:val="00FB3089"/>
    <w:rsid w:val="00FB5924"/>
    <w:rsid w:val="00FB5C2C"/>
    <w:rsid w:val="00FC00DE"/>
    <w:rsid w:val="00FC2EFB"/>
    <w:rsid w:val="00FC748F"/>
    <w:rsid w:val="00FD0629"/>
    <w:rsid w:val="00FD44E3"/>
    <w:rsid w:val="00FD6B13"/>
    <w:rsid w:val="00FE3048"/>
    <w:rsid w:val="00FE548B"/>
    <w:rsid w:val="00FE5DBD"/>
    <w:rsid w:val="00FE678B"/>
    <w:rsid w:val="00FE77FC"/>
    <w:rsid w:val="00FF189A"/>
    <w:rsid w:val="00FF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0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E56883"/>
    <w:pPr>
      <w:keepNext/>
      <w:numPr>
        <w:numId w:val="4"/>
      </w:numPr>
      <w:spacing w:before="120" w:after="120" w:line="240" w:lineRule="auto"/>
      <w:outlineLvl w:val="0"/>
    </w:pPr>
    <w:rPr>
      <w:b/>
      <w:kern w:val="28"/>
      <w:sz w:val="28"/>
      <w:u w:val="single"/>
    </w:rPr>
  </w:style>
  <w:style w:type="paragraph" w:styleId="Nagwek2">
    <w:name w:val="heading 2"/>
    <w:basedOn w:val="Normalny"/>
    <w:next w:val="Normalny"/>
    <w:qFormat/>
    <w:rsid w:val="00E56883"/>
    <w:pPr>
      <w:keepNext/>
      <w:numPr>
        <w:ilvl w:val="1"/>
        <w:numId w:val="4"/>
      </w:numPr>
      <w:spacing w:before="120" w:after="120"/>
      <w:jc w:val="both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link w:val="Nagwek3Znak"/>
    <w:qFormat/>
    <w:rsid w:val="00E56883"/>
    <w:pPr>
      <w:keepNext/>
      <w:numPr>
        <w:ilvl w:val="2"/>
        <w:numId w:val="4"/>
      </w:numPr>
      <w:spacing w:before="120" w:after="120"/>
      <w:outlineLvl w:val="2"/>
    </w:pPr>
    <w:rPr>
      <w:b/>
      <w:u w:val="single"/>
    </w:rPr>
  </w:style>
  <w:style w:type="paragraph" w:styleId="Nagwek4">
    <w:name w:val="heading 4"/>
    <w:basedOn w:val="Normalny"/>
    <w:next w:val="Normalny"/>
    <w:qFormat/>
    <w:rsid w:val="00E56883"/>
    <w:pPr>
      <w:keepNext/>
      <w:numPr>
        <w:ilvl w:val="3"/>
        <w:numId w:val="4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E56883"/>
    <w:pPr>
      <w:keepNext/>
      <w:numPr>
        <w:ilvl w:val="4"/>
        <w:numId w:val="4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E5688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56883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E56883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E5688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68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347A"/>
    <w:rPr>
      <w:sz w:val="24"/>
    </w:rPr>
  </w:style>
  <w:style w:type="character" w:styleId="Numerstrony">
    <w:name w:val="page number"/>
    <w:basedOn w:val="Domylnaczcionkaakapitu"/>
    <w:rsid w:val="00E56883"/>
  </w:style>
  <w:style w:type="paragraph" w:styleId="Nagwek">
    <w:name w:val="header"/>
    <w:basedOn w:val="Normalny"/>
    <w:link w:val="NagwekZnak"/>
    <w:uiPriority w:val="99"/>
    <w:rsid w:val="00E56883"/>
    <w:pPr>
      <w:tabs>
        <w:tab w:val="center" w:pos="4536"/>
        <w:tab w:val="right" w:pos="9072"/>
      </w:tabs>
    </w:pPr>
    <w:rPr>
      <w:b/>
      <w:sz w:val="36"/>
      <w:u w:val="double"/>
    </w:rPr>
  </w:style>
  <w:style w:type="paragraph" w:styleId="Tekstpodstawowy">
    <w:name w:val="Body Text"/>
    <w:basedOn w:val="Normalny"/>
    <w:link w:val="TekstpodstawowyZnak"/>
    <w:rsid w:val="00E56883"/>
  </w:style>
  <w:style w:type="paragraph" w:customStyle="1" w:styleId="Tekstpodstawowywcity21">
    <w:name w:val="Tekst podstawowy wcięty 21"/>
    <w:basedOn w:val="Normalny"/>
    <w:rsid w:val="00E56883"/>
    <w:pPr>
      <w:overflowPunct/>
      <w:autoSpaceDE/>
      <w:autoSpaceDN/>
      <w:adjustRightInd/>
      <w:spacing w:line="240" w:lineRule="auto"/>
      <w:ind w:firstLine="709"/>
      <w:jc w:val="both"/>
      <w:textAlignment w:val="auto"/>
    </w:pPr>
  </w:style>
  <w:style w:type="paragraph" w:styleId="Tekstpodstawowy2">
    <w:name w:val="Body Text 2"/>
    <w:basedOn w:val="Normalny"/>
    <w:rsid w:val="00E56883"/>
    <w:pPr>
      <w:spacing w:line="240" w:lineRule="auto"/>
      <w:jc w:val="both"/>
    </w:pPr>
    <w:rPr>
      <w:szCs w:val="24"/>
    </w:rPr>
  </w:style>
  <w:style w:type="paragraph" w:styleId="Tytu">
    <w:name w:val="Title"/>
    <w:basedOn w:val="Normalny"/>
    <w:qFormat/>
    <w:rsid w:val="00E56883"/>
    <w:pPr>
      <w:jc w:val="center"/>
    </w:pPr>
    <w:rPr>
      <w:b/>
      <w:bCs/>
      <w:sz w:val="36"/>
    </w:rPr>
  </w:style>
  <w:style w:type="paragraph" w:styleId="Podtytu">
    <w:name w:val="Subtitle"/>
    <w:basedOn w:val="Normalny"/>
    <w:link w:val="PodtytuZnak"/>
    <w:qFormat/>
    <w:rsid w:val="00E56883"/>
    <w:rPr>
      <w:b/>
      <w:bCs/>
      <w:sz w:val="32"/>
    </w:rPr>
  </w:style>
  <w:style w:type="paragraph" w:styleId="Tekstpodstawowy3">
    <w:name w:val="Body Text 3"/>
    <w:basedOn w:val="Normalny"/>
    <w:rsid w:val="00A60AF8"/>
    <w:pPr>
      <w:spacing w:after="120"/>
    </w:pPr>
    <w:rPr>
      <w:sz w:val="16"/>
      <w:szCs w:val="16"/>
    </w:rPr>
  </w:style>
  <w:style w:type="paragraph" w:customStyle="1" w:styleId="zwykly">
    <w:name w:val="zwykly"/>
    <w:basedOn w:val="Normalny"/>
    <w:rsid w:val="008906A2"/>
    <w:pPr>
      <w:overflowPunct/>
      <w:autoSpaceDE/>
      <w:autoSpaceDN/>
      <w:adjustRightInd/>
      <w:spacing w:line="240" w:lineRule="auto"/>
      <w:ind w:firstLine="284"/>
      <w:textAlignment w:val="auto"/>
    </w:pPr>
    <w:rPr>
      <w:kern w:val="18"/>
    </w:rPr>
  </w:style>
  <w:style w:type="paragraph" w:styleId="Tekstpodstawowywcity2">
    <w:name w:val="Body Text Indent 2"/>
    <w:basedOn w:val="Normalny"/>
    <w:rsid w:val="00C71FE4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A802A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802A9"/>
    <w:rPr>
      <w:sz w:val="24"/>
    </w:rPr>
  </w:style>
  <w:style w:type="paragraph" w:styleId="Tekstprzypisukocowego">
    <w:name w:val="endnote text"/>
    <w:basedOn w:val="Normalny"/>
    <w:link w:val="TekstprzypisukocowegoZnak"/>
    <w:rsid w:val="00426E5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E52"/>
  </w:style>
  <w:style w:type="character" w:styleId="Odwoanieprzypisukocowego">
    <w:name w:val="endnote reference"/>
    <w:rsid w:val="00426E52"/>
    <w:rPr>
      <w:vertAlign w:val="superscript"/>
    </w:rPr>
  </w:style>
  <w:style w:type="character" w:customStyle="1" w:styleId="PodtytuZnak">
    <w:name w:val="Podtytuł Znak"/>
    <w:link w:val="Podtytu"/>
    <w:rsid w:val="008A3ECA"/>
    <w:rPr>
      <w:b/>
      <w:bCs/>
      <w:sz w:val="32"/>
    </w:rPr>
  </w:style>
  <w:style w:type="paragraph" w:styleId="Akapitzlist">
    <w:name w:val="List Paragraph"/>
    <w:basedOn w:val="Normalny"/>
    <w:qFormat/>
    <w:rsid w:val="00C65935"/>
    <w:pPr>
      <w:ind w:left="708"/>
    </w:pPr>
  </w:style>
  <w:style w:type="paragraph" w:styleId="Mapadokumentu">
    <w:name w:val="Document Map"/>
    <w:basedOn w:val="Normalny"/>
    <w:link w:val="MapadokumentuZnak"/>
    <w:rsid w:val="003455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3455F8"/>
    <w:rPr>
      <w:rFonts w:ascii="Tahoma" w:hAnsi="Tahoma" w:cs="Tahoma"/>
      <w:sz w:val="16"/>
      <w:szCs w:val="16"/>
    </w:rPr>
  </w:style>
  <w:style w:type="character" w:customStyle="1" w:styleId="h2">
    <w:name w:val="h2"/>
    <w:basedOn w:val="Domylnaczcionkaakapitu"/>
    <w:rsid w:val="000B4448"/>
  </w:style>
  <w:style w:type="character" w:customStyle="1" w:styleId="h1">
    <w:name w:val="h1"/>
    <w:basedOn w:val="Domylnaczcionkaakapitu"/>
    <w:rsid w:val="000B4448"/>
  </w:style>
  <w:style w:type="paragraph" w:styleId="Tekstdymka">
    <w:name w:val="Balloon Text"/>
    <w:basedOn w:val="Normalny"/>
    <w:link w:val="TekstdymkaZnak"/>
    <w:rsid w:val="009609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6099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D85F63"/>
    <w:pPr>
      <w:suppressAutoHyphens/>
      <w:autoSpaceDN/>
      <w:adjustRightInd/>
      <w:spacing w:line="240" w:lineRule="auto"/>
      <w:jc w:val="both"/>
    </w:pPr>
    <w:rPr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24390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2439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24390"/>
    <w:rPr>
      <w:b/>
      <w:sz w:val="36"/>
      <w:u w:val="double"/>
    </w:rPr>
  </w:style>
  <w:style w:type="table" w:styleId="Tabela-Siatka">
    <w:name w:val="Table Grid"/>
    <w:basedOn w:val="Standardowy"/>
    <w:rsid w:val="00250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2613B1"/>
    <w:rPr>
      <w:b/>
      <w:bCs/>
    </w:rPr>
  </w:style>
  <w:style w:type="character" w:customStyle="1" w:styleId="Teksttreci2">
    <w:name w:val="Tekst treści (2)_"/>
    <w:link w:val="Teksttreci20"/>
    <w:rsid w:val="005E679E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79E"/>
    <w:pPr>
      <w:widowControl w:val="0"/>
      <w:shd w:val="clear" w:color="auto" w:fill="FFFFFF"/>
      <w:overflowPunct/>
      <w:autoSpaceDE/>
      <w:autoSpaceDN/>
      <w:adjustRightInd/>
      <w:spacing w:line="0" w:lineRule="atLeast"/>
      <w:ind w:hanging="360"/>
      <w:textAlignment w:val="auto"/>
    </w:pPr>
    <w:rPr>
      <w:sz w:val="20"/>
    </w:rPr>
  </w:style>
  <w:style w:type="character" w:customStyle="1" w:styleId="TekstpodstawowyZnak">
    <w:name w:val="Tekst podstawowy Znak"/>
    <w:link w:val="Tekstpodstawowy"/>
    <w:rsid w:val="00D359FB"/>
    <w:rPr>
      <w:sz w:val="24"/>
    </w:rPr>
  </w:style>
  <w:style w:type="character" w:customStyle="1" w:styleId="Nagwek3Znak">
    <w:name w:val="Nagłówek 3 Znak"/>
    <w:link w:val="Nagwek3"/>
    <w:rsid w:val="007B2082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B2082"/>
    <w:pPr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E56883"/>
    <w:pPr>
      <w:keepNext/>
      <w:numPr>
        <w:numId w:val="4"/>
      </w:numPr>
      <w:spacing w:before="120" w:after="120" w:line="240" w:lineRule="auto"/>
      <w:outlineLvl w:val="0"/>
    </w:pPr>
    <w:rPr>
      <w:b/>
      <w:kern w:val="28"/>
      <w:sz w:val="28"/>
      <w:u w:val="single"/>
    </w:rPr>
  </w:style>
  <w:style w:type="paragraph" w:styleId="Nagwek2">
    <w:name w:val="heading 2"/>
    <w:basedOn w:val="Normalny"/>
    <w:next w:val="Normalny"/>
    <w:qFormat/>
    <w:rsid w:val="00E56883"/>
    <w:pPr>
      <w:keepNext/>
      <w:numPr>
        <w:ilvl w:val="1"/>
        <w:numId w:val="4"/>
      </w:numPr>
      <w:spacing w:before="120" w:after="120"/>
      <w:jc w:val="both"/>
      <w:outlineLvl w:val="1"/>
    </w:pPr>
    <w:rPr>
      <w:b/>
      <w:sz w:val="28"/>
      <w:u w:val="single"/>
    </w:rPr>
  </w:style>
  <w:style w:type="paragraph" w:styleId="Nagwek3">
    <w:name w:val="heading 3"/>
    <w:basedOn w:val="Normalny"/>
    <w:next w:val="Normalny"/>
    <w:link w:val="Nagwek3Znak"/>
    <w:qFormat/>
    <w:rsid w:val="00E56883"/>
    <w:pPr>
      <w:keepNext/>
      <w:numPr>
        <w:ilvl w:val="2"/>
        <w:numId w:val="4"/>
      </w:numPr>
      <w:spacing w:before="120" w:after="120"/>
      <w:outlineLvl w:val="2"/>
    </w:pPr>
    <w:rPr>
      <w:b/>
      <w:u w:val="single"/>
    </w:rPr>
  </w:style>
  <w:style w:type="paragraph" w:styleId="Nagwek4">
    <w:name w:val="heading 4"/>
    <w:basedOn w:val="Normalny"/>
    <w:next w:val="Normalny"/>
    <w:qFormat/>
    <w:rsid w:val="00E56883"/>
    <w:pPr>
      <w:keepNext/>
      <w:numPr>
        <w:ilvl w:val="3"/>
        <w:numId w:val="4"/>
      </w:numPr>
      <w:outlineLvl w:val="3"/>
    </w:pPr>
    <w:rPr>
      <w:b/>
      <w:bCs/>
    </w:rPr>
  </w:style>
  <w:style w:type="paragraph" w:styleId="Nagwek5">
    <w:name w:val="heading 5"/>
    <w:basedOn w:val="Normalny"/>
    <w:next w:val="Normalny"/>
    <w:qFormat/>
    <w:rsid w:val="00E56883"/>
    <w:pPr>
      <w:keepNext/>
      <w:numPr>
        <w:ilvl w:val="4"/>
        <w:numId w:val="4"/>
      </w:numPr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E56883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E56883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E56883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E56883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5688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347A"/>
    <w:rPr>
      <w:sz w:val="24"/>
    </w:rPr>
  </w:style>
  <w:style w:type="character" w:styleId="Numerstrony">
    <w:name w:val="page number"/>
    <w:basedOn w:val="Domylnaczcionkaakapitu"/>
    <w:rsid w:val="00E56883"/>
  </w:style>
  <w:style w:type="paragraph" w:styleId="Nagwek">
    <w:name w:val="header"/>
    <w:basedOn w:val="Normalny"/>
    <w:link w:val="NagwekZnak"/>
    <w:uiPriority w:val="99"/>
    <w:rsid w:val="00E56883"/>
    <w:pPr>
      <w:tabs>
        <w:tab w:val="center" w:pos="4536"/>
        <w:tab w:val="right" w:pos="9072"/>
      </w:tabs>
    </w:pPr>
    <w:rPr>
      <w:b/>
      <w:sz w:val="36"/>
      <w:u w:val="double"/>
    </w:rPr>
  </w:style>
  <w:style w:type="paragraph" w:styleId="Tekstpodstawowy">
    <w:name w:val="Body Text"/>
    <w:basedOn w:val="Normalny"/>
    <w:link w:val="TekstpodstawowyZnak"/>
    <w:rsid w:val="00E56883"/>
  </w:style>
  <w:style w:type="paragraph" w:customStyle="1" w:styleId="Tekstpodstawowywcity21">
    <w:name w:val="Tekst podstawowy wcięty 21"/>
    <w:basedOn w:val="Normalny"/>
    <w:rsid w:val="00E56883"/>
    <w:pPr>
      <w:overflowPunct/>
      <w:autoSpaceDE/>
      <w:autoSpaceDN/>
      <w:adjustRightInd/>
      <w:spacing w:line="240" w:lineRule="auto"/>
      <w:ind w:firstLine="709"/>
      <w:jc w:val="both"/>
      <w:textAlignment w:val="auto"/>
    </w:pPr>
  </w:style>
  <w:style w:type="paragraph" w:styleId="Tekstpodstawowy2">
    <w:name w:val="Body Text 2"/>
    <w:basedOn w:val="Normalny"/>
    <w:rsid w:val="00E56883"/>
    <w:pPr>
      <w:spacing w:line="240" w:lineRule="auto"/>
      <w:jc w:val="both"/>
    </w:pPr>
    <w:rPr>
      <w:szCs w:val="24"/>
    </w:rPr>
  </w:style>
  <w:style w:type="paragraph" w:styleId="Tytu">
    <w:name w:val="Title"/>
    <w:basedOn w:val="Normalny"/>
    <w:qFormat/>
    <w:rsid w:val="00E56883"/>
    <w:pPr>
      <w:jc w:val="center"/>
    </w:pPr>
    <w:rPr>
      <w:b/>
      <w:bCs/>
      <w:sz w:val="36"/>
    </w:rPr>
  </w:style>
  <w:style w:type="paragraph" w:styleId="Podtytu">
    <w:name w:val="Subtitle"/>
    <w:basedOn w:val="Normalny"/>
    <w:link w:val="PodtytuZnak"/>
    <w:qFormat/>
    <w:rsid w:val="00E56883"/>
    <w:rPr>
      <w:b/>
      <w:bCs/>
      <w:sz w:val="32"/>
    </w:rPr>
  </w:style>
  <w:style w:type="paragraph" w:styleId="Tekstpodstawowy3">
    <w:name w:val="Body Text 3"/>
    <w:basedOn w:val="Normalny"/>
    <w:rsid w:val="00A60AF8"/>
    <w:pPr>
      <w:spacing w:after="120"/>
    </w:pPr>
    <w:rPr>
      <w:sz w:val="16"/>
      <w:szCs w:val="16"/>
    </w:rPr>
  </w:style>
  <w:style w:type="paragraph" w:customStyle="1" w:styleId="zwykly">
    <w:name w:val="zwykly"/>
    <w:basedOn w:val="Normalny"/>
    <w:rsid w:val="008906A2"/>
    <w:pPr>
      <w:overflowPunct/>
      <w:autoSpaceDE/>
      <w:autoSpaceDN/>
      <w:adjustRightInd/>
      <w:spacing w:line="240" w:lineRule="auto"/>
      <w:ind w:firstLine="284"/>
      <w:textAlignment w:val="auto"/>
    </w:pPr>
    <w:rPr>
      <w:kern w:val="18"/>
    </w:rPr>
  </w:style>
  <w:style w:type="paragraph" w:styleId="Tekstpodstawowywcity2">
    <w:name w:val="Body Text Indent 2"/>
    <w:basedOn w:val="Normalny"/>
    <w:rsid w:val="00C71FE4"/>
    <w:pPr>
      <w:spacing w:after="120" w:line="480" w:lineRule="auto"/>
      <w:ind w:left="283"/>
    </w:pPr>
  </w:style>
  <w:style w:type="paragraph" w:styleId="Tekstpodstawowywcity">
    <w:name w:val="Body Text Indent"/>
    <w:basedOn w:val="Normalny"/>
    <w:link w:val="TekstpodstawowywcityZnak"/>
    <w:rsid w:val="00A802A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A802A9"/>
    <w:rPr>
      <w:sz w:val="24"/>
    </w:rPr>
  </w:style>
  <w:style w:type="paragraph" w:styleId="Tekstprzypisukocowego">
    <w:name w:val="endnote text"/>
    <w:basedOn w:val="Normalny"/>
    <w:link w:val="TekstprzypisukocowegoZnak"/>
    <w:rsid w:val="00426E52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26E52"/>
  </w:style>
  <w:style w:type="character" w:styleId="Odwoanieprzypisukocowego">
    <w:name w:val="endnote reference"/>
    <w:rsid w:val="00426E52"/>
    <w:rPr>
      <w:vertAlign w:val="superscript"/>
    </w:rPr>
  </w:style>
  <w:style w:type="character" w:customStyle="1" w:styleId="PodtytuZnak">
    <w:name w:val="Podtytuł Znak"/>
    <w:link w:val="Podtytu"/>
    <w:rsid w:val="008A3ECA"/>
    <w:rPr>
      <w:b/>
      <w:bCs/>
      <w:sz w:val="32"/>
    </w:rPr>
  </w:style>
  <w:style w:type="paragraph" w:styleId="Akapitzlist">
    <w:name w:val="List Paragraph"/>
    <w:basedOn w:val="Normalny"/>
    <w:qFormat/>
    <w:rsid w:val="00C65935"/>
    <w:pPr>
      <w:ind w:left="708"/>
    </w:pPr>
  </w:style>
  <w:style w:type="paragraph" w:styleId="Mapadokumentu">
    <w:name w:val="Document Map"/>
    <w:basedOn w:val="Normalny"/>
    <w:link w:val="MapadokumentuZnak"/>
    <w:rsid w:val="003455F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link w:val="Mapadokumentu"/>
    <w:rsid w:val="003455F8"/>
    <w:rPr>
      <w:rFonts w:ascii="Tahoma" w:hAnsi="Tahoma" w:cs="Tahoma"/>
      <w:sz w:val="16"/>
      <w:szCs w:val="16"/>
    </w:rPr>
  </w:style>
  <w:style w:type="character" w:customStyle="1" w:styleId="h2">
    <w:name w:val="h2"/>
    <w:basedOn w:val="Domylnaczcionkaakapitu"/>
    <w:rsid w:val="000B4448"/>
  </w:style>
  <w:style w:type="character" w:customStyle="1" w:styleId="h1">
    <w:name w:val="h1"/>
    <w:basedOn w:val="Domylnaczcionkaakapitu"/>
    <w:rsid w:val="000B4448"/>
  </w:style>
  <w:style w:type="paragraph" w:styleId="Tekstdymka">
    <w:name w:val="Balloon Text"/>
    <w:basedOn w:val="Normalny"/>
    <w:link w:val="TekstdymkaZnak"/>
    <w:rsid w:val="0096099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60995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rsid w:val="00D85F63"/>
    <w:pPr>
      <w:suppressAutoHyphens/>
      <w:autoSpaceDN/>
      <w:adjustRightInd/>
      <w:spacing w:line="240" w:lineRule="auto"/>
      <w:jc w:val="both"/>
    </w:pPr>
    <w:rPr>
      <w:szCs w:val="24"/>
      <w:lang w:eastAsia="ar-SA"/>
    </w:rPr>
  </w:style>
  <w:style w:type="paragraph" w:styleId="Bezodstpw">
    <w:name w:val="No Spacing"/>
    <w:link w:val="BezodstpwZnak"/>
    <w:uiPriority w:val="1"/>
    <w:qFormat/>
    <w:rsid w:val="00E24390"/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24390"/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E24390"/>
    <w:rPr>
      <w:b/>
      <w:sz w:val="36"/>
      <w:u w:val="double"/>
    </w:rPr>
  </w:style>
  <w:style w:type="table" w:styleId="Tabela-Siatka">
    <w:name w:val="Table Grid"/>
    <w:basedOn w:val="Standardowy"/>
    <w:rsid w:val="00250E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ogrubienie">
    <w:name w:val="Strong"/>
    <w:uiPriority w:val="22"/>
    <w:qFormat/>
    <w:rsid w:val="002613B1"/>
    <w:rPr>
      <w:b/>
      <w:bCs/>
    </w:rPr>
  </w:style>
  <w:style w:type="character" w:customStyle="1" w:styleId="Teksttreci2">
    <w:name w:val="Tekst treści (2)_"/>
    <w:link w:val="Teksttreci20"/>
    <w:rsid w:val="005E679E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E679E"/>
    <w:pPr>
      <w:widowControl w:val="0"/>
      <w:shd w:val="clear" w:color="auto" w:fill="FFFFFF"/>
      <w:overflowPunct/>
      <w:autoSpaceDE/>
      <w:autoSpaceDN/>
      <w:adjustRightInd/>
      <w:spacing w:line="0" w:lineRule="atLeast"/>
      <w:ind w:hanging="360"/>
      <w:textAlignment w:val="auto"/>
    </w:pPr>
    <w:rPr>
      <w:sz w:val="20"/>
    </w:rPr>
  </w:style>
  <w:style w:type="character" w:customStyle="1" w:styleId="TekstpodstawowyZnak">
    <w:name w:val="Tekst podstawowy Znak"/>
    <w:link w:val="Tekstpodstawowy"/>
    <w:rsid w:val="00D359FB"/>
    <w:rPr>
      <w:sz w:val="24"/>
    </w:rPr>
  </w:style>
  <w:style w:type="character" w:customStyle="1" w:styleId="Nagwek3Znak">
    <w:name w:val="Nagłówek 3 Znak"/>
    <w:link w:val="Nagwek3"/>
    <w:rsid w:val="007B2082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04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2017\REALIZACJA\W&#281;gr&#243;w%20k&#322;adka\PRZEPUST\Opis_techniczny%20PW11111111111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2AE2-1DA0-45F1-8F2F-F6ADCB5A7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Opis_techniczny PW11111111111</Template>
  <TotalTime>80</TotalTime>
  <Pages>1</Pages>
  <Words>92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 TECHNICZNY</vt:lpstr>
    </vt:vector>
  </TitlesOfParts>
  <Company>KONSTRUKTOR</Company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 TECHNICZNY</dc:title>
  <dc:creator>PC COMPUTER</dc:creator>
  <cp:lastModifiedBy>win7</cp:lastModifiedBy>
  <cp:revision>23</cp:revision>
  <cp:lastPrinted>2020-02-11T03:17:00Z</cp:lastPrinted>
  <dcterms:created xsi:type="dcterms:W3CDTF">2017-09-27T07:28:00Z</dcterms:created>
  <dcterms:modified xsi:type="dcterms:W3CDTF">2020-02-11T03:18:00Z</dcterms:modified>
</cp:coreProperties>
</file>